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9B3F6" w14:textId="77777777" w:rsidR="006F0BE2" w:rsidRDefault="006F0BE2">
      <w:pPr>
        <w:spacing w:line="480" w:lineRule="auto"/>
        <w:rPr>
          <w:rFonts w:ascii="华文中宋" w:eastAsia="华文中宋" w:hAnsi="华文中宋"/>
          <w:b/>
          <w:bCs/>
          <w:sz w:val="24"/>
        </w:rPr>
      </w:pPr>
    </w:p>
    <w:p w14:paraId="2CC9C733" w14:textId="77777777" w:rsidR="006F0BE2" w:rsidRDefault="006F0BE2">
      <w:pPr>
        <w:spacing w:line="480" w:lineRule="auto"/>
        <w:jc w:val="center"/>
        <w:rPr>
          <w:rFonts w:ascii="华文中宋" w:eastAsia="华文中宋" w:hAnsi="华文中宋"/>
          <w:b/>
          <w:bCs/>
          <w:sz w:val="24"/>
        </w:rPr>
      </w:pPr>
    </w:p>
    <w:p w14:paraId="53EBB968" w14:textId="77777777" w:rsidR="006F0BE2" w:rsidRDefault="008B4017">
      <w:pPr>
        <w:spacing w:line="360" w:lineRule="auto"/>
        <w:ind w:firstLineChars="600" w:firstLine="2891"/>
        <w:rPr>
          <w:rFonts w:ascii="黑体" w:eastAsia="黑体" w:hAnsi="宋体" w:cs="宋体"/>
          <w:b/>
          <w:bCs/>
          <w:kern w:val="0"/>
          <w:sz w:val="48"/>
          <w:szCs w:val="48"/>
        </w:rPr>
      </w:pPr>
      <w:r>
        <w:rPr>
          <w:rFonts w:ascii="黑体" w:eastAsia="黑体" w:hAnsi="宋体" w:cs="宋体" w:hint="eastAsia"/>
          <w:b/>
          <w:bCs/>
          <w:kern w:val="0"/>
          <w:sz w:val="48"/>
          <w:szCs w:val="48"/>
        </w:rPr>
        <w:t>海南师范大学</w:t>
      </w:r>
    </w:p>
    <w:p w14:paraId="1534A85F" w14:textId="77777777" w:rsidR="006F0BE2" w:rsidRDefault="008B4017">
      <w:pPr>
        <w:spacing w:line="360" w:lineRule="auto"/>
        <w:ind w:firstLineChars="200" w:firstLine="964"/>
        <w:rPr>
          <w:rFonts w:ascii="黑体" w:eastAsia="黑体" w:hAnsi="宋体" w:cs="宋体"/>
          <w:kern w:val="0"/>
          <w:sz w:val="44"/>
          <w:szCs w:val="44"/>
        </w:rPr>
      </w:pPr>
      <w:r>
        <w:rPr>
          <w:rFonts w:ascii="黑体" w:eastAsia="黑体" w:hAnsi="宋体" w:cs="宋体" w:hint="eastAsia"/>
          <w:b/>
          <w:bCs/>
          <w:kern w:val="0"/>
          <w:sz w:val="48"/>
          <w:szCs w:val="48"/>
        </w:rPr>
        <w:t>研究生指导教师任职资格申请表</w:t>
      </w:r>
    </w:p>
    <w:p w14:paraId="202BF2F8" w14:textId="77777777" w:rsidR="006F0BE2" w:rsidRDefault="006F0BE2">
      <w:pPr>
        <w:tabs>
          <w:tab w:val="left" w:pos="2730"/>
        </w:tabs>
        <w:spacing w:line="340" w:lineRule="exact"/>
        <w:jc w:val="center"/>
        <w:rPr>
          <w:rFonts w:ascii="仿宋" w:eastAsia="仿宋" w:hAnsi="仿宋"/>
          <w:b/>
          <w:bCs/>
          <w:sz w:val="28"/>
          <w:szCs w:val="28"/>
        </w:rPr>
      </w:pPr>
    </w:p>
    <w:p w14:paraId="5114DF3F" w14:textId="77777777" w:rsidR="006F0BE2" w:rsidRDefault="006F0BE2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28C554D8" w14:textId="77777777" w:rsidR="006F0BE2" w:rsidRDefault="006F0BE2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3554BDF5" w14:textId="77777777" w:rsidR="006F0BE2" w:rsidRDefault="006F0BE2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0F083187" w14:textId="77777777" w:rsidR="006F0BE2" w:rsidRDefault="006F0BE2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4860D37F" w14:textId="77777777" w:rsidR="006F0BE2" w:rsidRDefault="006F0BE2">
      <w:pPr>
        <w:spacing w:line="340" w:lineRule="exact"/>
        <w:rPr>
          <w:rFonts w:ascii="仿宋" w:eastAsia="仿宋" w:hAnsi="仿宋"/>
          <w:b/>
          <w:bCs/>
          <w:sz w:val="28"/>
          <w:szCs w:val="28"/>
        </w:rPr>
      </w:pPr>
    </w:p>
    <w:tbl>
      <w:tblPr>
        <w:tblW w:w="7259" w:type="dxa"/>
        <w:jc w:val="center"/>
        <w:tblLayout w:type="fixed"/>
        <w:tblLook w:val="04A0" w:firstRow="1" w:lastRow="0" w:firstColumn="1" w:lastColumn="0" w:noHBand="0" w:noVBand="1"/>
      </w:tblPr>
      <w:tblGrid>
        <w:gridCol w:w="1952"/>
        <w:gridCol w:w="5307"/>
      </w:tblGrid>
      <w:tr w:rsidR="006F0BE2" w14:paraId="3C940E15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459E859B" w14:textId="77777777" w:rsidR="006F0BE2" w:rsidRDefault="008B401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所在单位</w:t>
            </w:r>
          </w:p>
        </w:tc>
        <w:tc>
          <w:tcPr>
            <w:tcW w:w="5307" w:type="dxa"/>
            <w:tcBorders>
              <w:bottom w:val="single" w:sz="4" w:space="0" w:color="auto"/>
            </w:tcBorders>
            <w:vAlign w:val="bottom"/>
          </w:tcPr>
          <w:p w14:paraId="6D78564F" w14:textId="77777777" w:rsidR="006F0BE2" w:rsidRDefault="008B401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教育学院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                </w:t>
            </w:r>
          </w:p>
        </w:tc>
      </w:tr>
      <w:tr w:rsidR="006F0BE2" w14:paraId="17AA99AA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16ED1F5C" w14:textId="77777777" w:rsidR="006F0BE2" w:rsidRDefault="008B401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姓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 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名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D8DD32" w14:textId="77777777" w:rsidR="006F0BE2" w:rsidRDefault="008B401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叶芸</w:t>
            </w:r>
          </w:p>
        </w:tc>
      </w:tr>
      <w:tr w:rsidR="006F0BE2" w14:paraId="16E774C0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06D5C1B6" w14:textId="77777777" w:rsidR="006F0BE2" w:rsidRDefault="008B401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一级学科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752A60" w14:textId="77777777" w:rsidR="006F0BE2" w:rsidRDefault="008B401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教育学</w:t>
            </w:r>
          </w:p>
        </w:tc>
      </w:tr>
      <w:tr w:rsidR="006F0BE2" w14:paraId="71E10234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4876B55A" w14:textId="77777777" w:rsidR="006F0BE2" w:rsidRDefault="008B401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二级学科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18221A" w14:textId="3904BEE4" w:rsidR="006F0BE2" w:rsidRDefault="008B401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教育</w:t>
            </w:r>
            <w:r w:rsidR="001C7362">
              <w:rPr>
                <w:rFonts w:ascii="黑体" w:eastAsia="黑体" w:hAnsi="黑体" w:hint="eastAsia"/>
                <w:sz w:val="28"/>
                <w:szCs w:val="28"/>
              </w:rPr>
              <w:t>学原理</w:t>
            </w:r>
          </w:p>
        </w:tc>
      </w:tr>
      <w:tr w:rsidR="006F0BE2" w14:paraId="36B40351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601E7F06" w14:textId="77777777" w:rsidR="006F0BE2" w:rsidRDefault="008B401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研究方向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BE605" w14:textId="77777777" w:rsidR="006F0BE2" w:rsidRDefault="008B401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教育法学</w:t>
            </w:r>
          </w:p>
        </w:tc>
      </w:tr>
      <w:tr w:rsidR="006F0BE2" w14:paraId="76914F89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32F0086D" w14:textId="77777777" w:rsidR="006F0BE2" w:rsidRDefault="008B401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申请类别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801ACF" w14:textId="77777777" w:rsidR="006F0BE2" w:rsidRDefault="008B401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学术博导</w:t>
            </w:r>
            <w:r>
              <w:rPr>
                <w:rFonts w:ascii="黑体" w:eastAsia="黑体" w:hAnsi="黑体" w:hint="eastAsia"/>
                <w:sz w:val="28"/>
                <w:szCs w:val="28"/>
              </w:rPr>
              <w:sym w:font="Wingdings" w:char="00A8"/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 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学术硕导</w:t>
            </w:r>
            <w:r>
              <w:rPr>
                <w:rFonts w:ascii="黑体" w:eastAsia="黑体" w:hAnsi="黑体" w:hint="eastAsia"/>
                <w:sz w:val="28"/>
                <w:szCs w:val="28"/>
              </w:rPr>
              <w:sym w:font="Wingdings" w:char="00FE"/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 </w:t>
            </w:r>
          </w:p>
        </w:tc>
      </w:tr>
    </w:tbl>
    <w:p w14:paraId="3FA540E4" w14:textId="77777777" w:rsidR="006F0BE2" w:rsidRDefault="006F0BE2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</w:p>
    <w:p w14:paraId="41B74A10" w14:textId="77777777" w:rsidR="006F0BE2" w:rsidRDefault="008B4017">
      <w:pPr>
        <w:spacing w:line="400" w:lineRule="exac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    </w:t>
      </w:r>
    </w:p>
    <w:p w14:paraId="2FA11C7C" w14:textId="77777777" w:rsidR="006F0BE2" w:rsidRDefault="008B4017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           </w:t>
      </w:r>
    </w:p>
    <w:p w14:paraId="52CE7E43" w14:textId="77777777" w:rsidR="006F0BE2" w:rsidRDefault="008B4017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</w:t>
      </w:r>
    </w:p>
    <w:p w14:paraId="56CEB98A" w14:textId="77777777" w:rsidR="006F0BE2" w:rsidRDefault="006F0BE2">
      <w:pPr>
        <w:spacing w:line="480" w:lineRule="auto"/>
        <w:rPr>
          <w:rFonts w:ascii="仿宋" w:eastAsia="仿宋" w:hAnsi="仿宋"/>
          <w:b/>
          <w:bCs/>
          <w:sz w:val="32"/>
          <w:szCs w:val="32"/>
        </w:rPr>
      </w:pPr>
    </w:p>
    <w:p w14:paraId="53B0BDDF" w14:textId="77777777" w:rsidR="006F0BE2" w:rsidRDefault="006F0BE2">
      <w:pPr>
        <w:spacing w:line="480" w:lineRule="auto"/>
        <w:rPr>
          <w:rFonts w:ascii="仿宋" w:eastAsia="仿宋" w:hAnsi="仿宋"/>
          <w:b/>
          <w:bCs/>
          <w:sz w:val="32"/>
          <w:szCs w:val="32"/>
        </w:rPr>
      </w:pPr>
    </w:p>
    <w:p w14:paraId="3E70EC94" w14:textId="77777777" w:rsidR="006F0BE2" w:rsidRDefault="008B4017">
      <w:pPr>
        <w:spacing w:line="480" w:lineRule="auto"/>
        <w:jc w:val="center"/>
        <w:rPr>
          <w:rFonts w:ascii="华文中宋" w:eastAsia="华文中宋" w:hAnsi="华文中宋"/>
          <w:b/>
          <w:bCs/>
          <w:sz w:val="30"/>
          <w:szCs w:val="30"/>
        </w:rPr>
      </w:pPr>
      <w:r>
        <w:rPr>
          <w:rFonts w:ascii="华文中宋" w:eastAsia="华文中宋" w:hAnsi="华文中宋" w:hint="eastAsia"/>
          <w:b/>
          <w:bCs/>
          <w:sz w:val="30"/>
          <w:szCs w:val="30"/>
        </w:rPr>
        <w:t>海南师范大学研究生学院制</w:t>
      </w:r>
    </w:p>
    <w:p w14:paraId="0D30B812" w14:textId="77777777" w:rsidR="006F0BE2" w:rsidRDefault="008B4017">
      <w:pPr>
        <w:spacing w:line="480" w:lineRule="auto"/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华文中宋" w:eastAsia="华文中宋" w:hAnsi="华文中宋" w:hint="eastAsia"/>
          <w:b/>
          <w:bCs/>
          <w:sz w:val="30"/>
          <w:szCs w:val="30"/>
        </w:rPr>
        <w:t>2022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年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3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月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24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日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 xml:space="preserve"> 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填</w:t>
      </w:r>
    </w:p>
    <w:p w14:paraId="211236E6" w14:textId="77777777" w:rsidR="006F0BE2" w:rsidRDefault="006F0BE2">
      <w:pPr>
        <w:spacing w:line="560" w:lineRule="exact"/>
        <w:jc w:val="center"/>
        <w:rPr>
          <w:rFonts w:ascii="宋体" w:hAnsi="宋体"/>
          <w:b/>
          <w:sz w:val="30"/>
          <w:szCs w:val="30"/>
        </w:rPr>
        <w:sectPr w:rsidR="006F0BE2"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tbl>
      <w:tblPr>
        <w:tblW w:w="92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592"/>
        <w:gridCol w:w="1539"/>
        <w:gridCol w:w="801"/>
        <w:gridCol w:w="739"/>
        <w:gridCol w:w="138"/>
        <w:gridCol w:w="629"/>
        <w:gridCol w:w="772"/>
        <w:gridCol w:w="692"/>
        <w:gridCol w:w="362"/>
        <w:gridCol w:w="485"/>
        <w:gridCol w:w="1544"/>
      </w:tblGrid>
      <w:tr w:rsidR="006F0BE2" w14:paraId="31CAE667" w14:textId="77777777">
        <w:trPr>
          <w:trHeight w:hRule="exact" w:val="624"/>
          <w:jc w:val="center"/>
        </w:trPr>
        <w:tc>
          <w:tcPr>
            <w:tcW w:w="9239" w:type="dxa"/>
            <w:gridSpan w:val="12"/>
            <w:tcBorders>
              <w:tl2br w:val="nil"/>
              <w:tr2bl w:val="nil"/>
            </w:tcBorders>
            <w:vAlign w:val="center"/>
          </w:tcPr>
          <w:p w14:paraId="52D0DD69" w14:textId="77777777" w:rsidR="006F0BE2" w:rsidRDefault="008B4017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lastRenderedPageBreak/>
              <w:t>一、基本情况</w:t>
            </w:r>
          </w:p>
        </w:tc>
      </w:tr>
      <w:tr w:rsidR="006F0BE2" w14:paraId="6B76FB69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4FF5CE6A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/>
                <w:szCs w:val="21"/>
              </w:rPr>
              <w:t>名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23FC9FE9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叶芸</w:t>
            </w:r>
          </w:p>
        </w:tc>
        <w:tc>
          <w:tcPr>
            <w:tcW w:w="1540" w:type="dxa"/>
            <w:gridSpan w:val="2"/>
            <w:tcBorders>
              <w:tl2br w:val="nil"/>
              <w:tr2bl w:val="nil"/>
            </w:tcBorders>
            <w:vAlign w:val="center"/>
          </w:tcPr>
          <w:p w14:paraId="2D8F7A99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/>
                <w:szCs w:val="21"/>
              </w:rPr>
              <w:t>别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745F07F6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7CC15409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出生</w:t>
            </w: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1FC1DE39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19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68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714</w:t>
            </w:r>
          </w:p>
        </w:tc>
      </w:tr>
      <w:tr w:rsidR="006F0BE2" w14:paraId="5E96CC6C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4E97C8A8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族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2FF9A2E2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汉</w:t>
            </w:r>
          </w:p>
        </w:tc>
        <w:tc>
          <w:tcPr>
            <w:tcW w:w="1540" w:type="dxa"/>
            <w:gridSpan w:val="2"/>
            <w:tcBorders>
              <w:tl2br w:val="nil"/>
              <w:tr2bl w:val="nil"/>
            </w:tcBorders>
            <w:vAlign w:val="center"/>
          </w:tcPr>
          <w:p w14:paraId="16EA8761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3E584E75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群众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5CC6BD83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称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4F6130B7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副教授</w:t>
            </w:r>
          </w:p>
        </w:tc>
      </w:tr>
      <w:tr w:rsidR="006F0BE2" w14:paraId="4230E3D2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5A2D334F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</w:t>
            </w:r>
          </w:p>
          <w:p w14:paraId="13164301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58154704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研究生硕士</w:t>
            </w:r>
          </w:p>
        </w:tc>
        <w:tc>
          <w:tcPr>
            <w:tcW w:w="2307" w:type="dxa"/>
            <w:gridSpan w:val="4"/>
            <w:tcBorders>
              <w:tl2br w:val="nil"/>
              <w:tr2bl w:val="nil"/>
            </w:tcBorders>
            <w:vAlign w:val="center"/>
          </w:tcPr>
          <w:p w14:paraId="4352537F" w14:textId="77777777" w:rsidR="006F0BE2" w:rsidRDefault="008B40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毕业和授予学位的时间、国别、学校、</w:t>
            </w: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3855" w:type="dxa"/>
            <w:gridSpan w:val="5"/>
            <w:tcBorders>
              <w:tl2br w:val="nil"/>
              <w:tr2bl w:val="nil"/>
            </w:tcBorders>
            <w:vAlign w:val="center"/>
          </w:tcPr>
          <w:p w14:paraId="485A1052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200407</w:t>
            </w:r>
            <w:r>
              <w:rPr>
                <w:rFonts w:ascii="宋体" w:hAnsi="宋体" w:hint="eastAsia"/>
                <w:szCs w:val="21"/>
              </w:rPr>
              <w:t>北京师范大学教育经济与管理</w:t>
            </w:r>
          </w:p>
        </w:tc>
      </w:tr>
      <w:tr w:rsidR="006F0BE2" w14:paraId="435EB7BC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68A0B472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外语语种名称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78376C5A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英语</w:t>
            </w:r>
          </w:p>
        </w:tc>
        <w:tc>
          <w:tcPr>
            <w:tcW w:w="4618" w:type="dxa"/>
            <w:gridSpan w:val="8"/>
            <w:tcBorders>
              <w:tl2br w:val="nil"/>
              <w:tr2bl w:val="nil"/>
            </w:tcBorders>
            <w:vAlign w:val="center"/>
          </w:tcPr>
          <w:p w14:paraId="0144AAF7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外语熟练程</w:t>
            </w:r>
          </w:p>
          <w:p w14:paraId="425F795B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</w:rPr>
              <w:t>从精通、熟练、良好和一般中选一项填写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63BF77AB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6F0BE2" w14:paraId="34E9D049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23BB6E42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移动电话</w:t>
            </w:r>
          </w:p>
        </w:tc>
        <w:tc>
          <w:tcPr>
            <w:tcW w:w="3079" w:type="dxa"/>
            <w:gridSpan w:val="3"/>
            <w:tcBorders>
              <w:tl2br w:val="nil"/>
              <w:tr2bl w:val="nil"/>
            </w:tcBorders>
            <w:vAlign w:val="center"/>
          </w:tcPr>
          <w:p w14:paraId="68818DFA" w14:textId="061BF517" w:rsidR="006F0BE2" w:rsidRDefault="006F0BE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4D308BE8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3083" w:type="dxa"/>
            <w:gridSpan w:val="4"/>
            <w:tcBorders>
              <w:tl2br w:val="nil"/>
              <w:tr2bl w:val="nil"/>
            </w:tcBorders>
            <w:vAlign w:val="center"/>
          </w:tcPr>
          <w:p w14:paraId="5A74262F" w14:textId="13170BA1" w:rsidR="006F0BE2" w:rsidRDefault="006F0BE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0BE2" w14:paraId="6E3D59A7" w14:textId="77777777">
        <w:trPr>
          <w:trHeight w:hRule="exact" w:val="624"/>
          <w:jc w:val="center"/>
        </w:trPr>
        <w:tc>
          <w:tcPr>
            <w:tcW w:w="3077" w:type="dxa"/>
            <w:gridSpan w:val="3"/>
            <w:tcBorders>
              <w:tl2br w:val="nil"/>
              <w:tr2bl w:val="nil"/>
            </w:tcBorders>
            <w:vAlign w:val="center"/>
          </w:tcPr>
          <w:p w14:paraId="08E859FD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主要研究方向或领域</w:t>
            </w:r>
          </w:p>
        </w:tc>
        <w:tc>
          <w:tcPr>
            <w:tcW w:w="6162" w:type="dxa"/>
            <w:gridSpan w:val="9"/>
            <w:tcBorders>
              <w:tl2br w:val="nil"/>
              <w:tr2bl w:val="nil"/>
            </w:tcBorders>
            <w:vAlign w:val="center"/>
          </w:tcPr>
          <w:p w14:paraId="54D0EDBD" w14:textId="77777777" w:rsidR="006F0BE2" w:rsidRDefault="008B4017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教育学原理、教育法学</w:t>
            </w:r>
          </w:p>
        </w:tc>
      </w:tr>
      <w:tr w:rsidR="006F0BE2" w14:paraId="2F3592AA" w14:textId="77777777">
        <w:trPr>
          <w:trHeight w:hRule="exact" w:val="624"/>
          <w:jc w:val="center"/>
        </w:trPr>
        <w:tc>
          <w:tcPr>
            <w:tcW w:w="3077" w:type="dxa"/>
            <w:gridSpan w:val="3"/>
            <w:tcBorders>
              <w:tl2br w:val="nil"/>
              <w:tr2bl w:val="nil"/>
            </w:tcBorders>
            <w:vAlign w:val="center"/>
          </w:tcPr>
          <w:p w14:paraId="42A54E62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</w:t>
            </w:r>
            <w:r>
              <w:rPr>
                <w:rFonts w:ascii="宋体" w:hAnsi="宋体"/>
                <w:szCs w:val="21"/>
              </w:rPr>
              <w:t>为硕士生导师</w:t>
            </w:r>
          </w:p>
          <w:p w14:paraId="5ABCE309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（申请学术博导填写）</w:t>
            </w:r>
          </w:p>
        </w:tc>
        <w:tc>
          <w:tcPr>
            <w:tcW w:w="801" w:type="dxa"/>
            <w:tcBorders>
              <w:tl2br w:val="nil"/>
              <w:tr2bl w:val="nil"/>
            </w:tcBorders>
            <w:vAlign w:val="center"/>
          </w:tcPr>
          <w:p w14:paraId="1B5EBD84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</w:t>
            </w:r>
          </w:p>
        </w:tc>
        <w:tc>
          <w:tcPr>
            <w:tcW w:w="2970" w:type="dxa"/>
            <w:gridSpan w:val="5"/>
            <w:tcBorders>
              <w:tl2br w:val="nil"/>
              <w:tr2bl w:val="nil"/>
            </w:tcBorders>
            <w:vAlign w:val="center"/>
          </w:tcPr>
          <w:p w14:paraId="1C99445A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获得硕士生导师资格</w:t>
            </w:r>
            <w:r>
              <w:rPr>
                <w:rFonts w:ascii="宋体" w:hAnsi="宋体" w:hint="eastAsia"/>
                <w:szCs w:val="21"/>
              </w:rPr>
              <w:t>年份</w:t>
            </w:r>
          </w:p>
        </w:tc>
        <w:tc>
          <w:tcPr>
            <w:tcW w:w="2391" w:type="dxa"/>
            <w:gridSpan w:val="3"/>
            <w:tcBorders>
              <w:tl2br w:val="nil"/>
              <w:tr2bl w:val="nil"/>
            </w:tcBorders>
            <w:vAlign w:val="center"/>
          </w:tcPr>
          <w:p w14:paraId="3EDFEA8A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2012</w:t>
            </w:r>
            <w:r>
              <w:rPr>
                <w:rFonts w:ascii="宋体" w:hAnsi="宋体" w:cs="宋体" w:hint="eastAsia"/>
                <w:sz w:val="24"/>
                <w:szCs w:val="24"/>
              </w:rPr>
              <w:t>0</w:t>
            </w:r>
            <w:r>
              <w:rPr>
                <w:rFonts w:ascii="宋体" w:hAnsi="宋体" w:cs="宋体" w:hint="eastAsia"/>
                <w:sz w:val="24"/>
                <w:szCs w:val="24"/>
              </w:rPr>
              <w:t>6</w:t>
            </w:r>
            <w:r>
              <w:rPr>
                <w:rFonts w:ascii="宋体" w:hAnsi="宋体" w:cs="宋体" w:hint="eastAsia"/>
                <w:sz w:val="24"/>
                <w:szCs w:val="24"/>
              </w:rPr>
              <w:t>（专硕）</w:t>
            </w:r>
          </w:p>
        </w:tc>
      </w:tr>
      <w:tr w:rsidR="006F0BE2" w14:paraId="771612C5" w14:textId="77777777">
        <w:trPr>
          <w:trHeight w:hRule="exact" w:val="624"/>
          <w:jc w:val="center"/>
        </w:trPr>
        <w:tc>
          <w:tcPr>
            <w:tcW w:w="946" w:type="dxa"/>
            <w:vMerge w:val="restart"/>
            <w:tcBorders>
              <w:tl2br w:val="nil"/>
              <w:tr2bl w:val="nil"/>
            </w:tcBorders>
            <w:vAlign w:val="center"/>
          </w:tcPr>
          <w:p w14:paraId="35485821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主要学习</w:t>
            </w:r>
          </w:p>
          <w:p w14:paraId="3369B1B2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工作经历（请从大学起按时间先后填写，</w:t>
            </w:r>
          </w:p>
          <w:p w14:paraId="78D2CCFB" w14:textId="77777777" w:rsidR="006F0BE2" w:rsidRDefault="008B4017">
            <w:pPr>
              <w:jc w:val="center"/>
              <w:rPr>
                <w:rFonts w:ascii="宋体" w:eastAsia="楷体_GB2312" w:hAnsi="宋体"/>
                <w:spacing w:val="4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含留学经历）</w:t>
            </w: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vAlign w:val="center"/>
          </w:tcPr>
          <w:p w14:paraId="4A0EB8C9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起止年月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 w14:paraId="31D3DDBF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毕业学校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工作单位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 w14:paraId="27EEC35A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所学专业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从事工作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0DC91ACE" w14:textId="77777777" w:rsidR="006F0BE2" w:rsidRDefault="008B4017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学历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学位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职务</w:t>
            </w:r>
          </w:p>
        </w:tc>
      </w:tr>
      <w:tr w:rsidR="006F0BE2" w14:paraId="02C2A18A" w14:textId="77777777">
        <w:trPr>
          <w:trHeight w:hRule="exact" w:val="624"/>
          <w:jc w:val="center"/>
        </w:trPr>
        <w:tc>
          <w:tcPr>
            <w:tcW w:w="946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24DB09C7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vAlign w:val="center"/>
          </w:tcPr>
          <w:p w14:paraId="0212D4AA" w14:textId="77777777" w:rsidR="006F0BE2" w:rsidRDefault="008B4017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19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8609</w:t>
            </w:r>
            <w:r>
              <w:rPr>
                <w:rFonts w:hint="eastAsia"/>
                <w:color w:val="000000" w:themeColor="text1"/>
                <w:szCs w:val="21"/>
              </w:rPr>
              <w:t>—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199006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 w14:paraId="2775282B" w14:textId="77777777" w:rsidR="006F0BE2" w:rsidRDefault="008B401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华南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师范大学教育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系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 w14:paraId="5492CC1E" w14:textId="77777777" w:rsidR="006F0BE2" w:rsidRDefault="008B401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学校教育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1EAD8B38" w14:textId="77777777" w:rsidR="006F0BE2" w:rsidRDefault="008B401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学士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学生</w:t>
            </w:r>
          </w:p>
        </w:tc>
      </w:tr>
      <w:tr w:rsidR="006F0BE2" w14:paraId="76E0374A" w14:textId="77777777">
        <w:trPr>
          <w:trHeight w:hRule="exact" w:val="624"/>
          <w:jc w:val="center"/>
        </w:trPr>
        <w:tc>
          <w:tcPr>
            <w:tcW w:w="946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7FBBD577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vAlign w:val="center"/>
          </w:tcPr>
          <w:p w14:paraId="63F9281F" w14:textId="77777777" w:rsidR="006F0BE2" w:rsidRDefault="008B4017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1999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8</w:t>
            </w:r>
            <w:r>
              <w:rPr>
                <w:rFonts w:hint="eastAsia"/>
                <w:color w:val="000000" w:themeColor="text1"/>
                <w:szCs w:val="21"/>
              </w:rPr>
              <w:t>—</w:t>
            </w:r>
            <w:r>
              <w:rPr>
                <w:rFonts w:ascii="宋体" w:hAnsi="宋体" w:cs="Arial"/>
                <w:color w:val="000000" w:themeColor="text1"/>
                <w:kern w:val="0"/>
                <w:szCs w:val="21"/>
              </w:rPr>
              <w:t>2001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 w14:paraId="688521C6" w14:textId="77777777" w:rsidR="006F0BE2" w:rsidRDefault="008B401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北京师范大学教育学院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 w14:paraId="566D9413" w14:textId="77777777" w:rsidR="006F0BE2" w:rsidRDefault="008B401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教育学原理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44D6935D" w14:textId="77777777" w:rsidR="006F0BE2" w:rsidRDefault="008B401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研究生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学士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学生</w:t>
            </w:r>
          </w:p>
        </w:tc>
      </w:tr>
      <w:tr w:rsidR="006F0BE2" w14:paraId="5FBE40C4" w14:textId="77777777">
        <w:trPr>
          <w:trHeight w:hRule="exact" w:val="624"/>
          <w:jc w:val="center"/>
        </w:trPr>
        <w:tc>
          <w:tcPr>
            <w:tcW w:w="946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12B6104A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vAlign w:val="center"/>
          </w:tcPr>
          <w:p w14:paraId="6D9BAAD7" w14:textId="77777777" w:rsidR="006F0BE2" w:rsidRDefault="008B4017">
            <w:pPr>
              <w:widowControl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/>
                <w:color w:val="000000" w:themeColor="text1"/>
                <w:kern w:val="0"/>
                <w:szCs w:val="21"/>
              </w:rPr>
              <w:t>2002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09</w:t>
            </w:r>
            <w:r>
              <w:rPr>
                <w:rFonts w:hint="eastAsia"/>
                <w:color w:val="000000" w:themeColor="text1"/>
                <w:szCs w:val="21"/>
              </w:rPr>
              <w:t>—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200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307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 w14:paraId="07F5F0A5" w14:textId="77777777" w:rsidR="006F0BE2" w:rsidRDefault="008B4017">
            <w:pPr>
              <w:widowControl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北京师范大学教育学院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 w14:paraId="011DAB35" w14:textId="77777777" w:rsidR="006F0BE2" w:rsidRDefault="008B4017">
            <w:pPr>
              <w:widowControl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教育学原理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/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访问学者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6A3DCBBF" w14:textId="77777777" w:rsidR="006F0BE2" w:rsidRDefault="008B4017">
            <w:pPr>
              <w:widowControl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研究生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学士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学生</w:t>
            </w:r>
          </w:p>
        </w:tc>
      </w:tr>
      <w:tr w:rsidR="006F0BE2" w14:paraId="15933435" w14:textId="77777777">
        <w:trPr>
          <w:trHeight w:hRule="exact" w:val="624"/>
          <w:jc w:val="center"/>
        </w:trPr>
        <w:tc>
          <w:tcPr>
            <w:tcW w:w="946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20C79777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vAlign w:val="center"/>
          </w:tcPr>
          <w:p w14:paraId="240A782A" w14:textId="77777777" w:rsidR="006F0BE2" w:rsidRDefault="008B4017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cs="Arial"/>
                <w:color w:val="000000" w:themeColor="text1"/>
                <w:kern w:val="0"/>
                <w:szCs w:val="21"/>
              </w:rPr>
              <w:t>200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309</w:t>
            </w:r>
            <w:r>
              <w:rPr>
                <w:rFonts w:hint="eastAsia"/>
                <w:color w:val="000000" w:themeColor="text1"/>
                <w:szCs w:val="21"/>
              </w:rPr>
              <w:t>—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200</w:t>
            </w:r>
            <w:r>
              <w:rPr>
                <w:rFonts w:ascii="宋体" w:hAnsi="宋体" w:cs="Arial"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07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 w14:paraId="40B0A51F" w14:textId="77777777" w:rsidR="006F0BE2" w:rsidRDefault="008B401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北京师范大学教育学院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 w14:paraId="53BB6323" w14:textId="77777777" w:rsidR="006F0BE2" w:rsidRDefault="008B401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教育经济与管理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56D71D7D" w14:textId="77777777" w:rsidR="006F0BE2" w:rsidRDefault="008B401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研究生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硕士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学生</w:t>
            </w:r>
          </w:p>
        </w:tc>
      </w:tr>
      <w:tr w:rsidR="006F0BE2" w14:paraId="540B53A4" w14:textId="77777777">
        <w:trPr>
          <w:trHeight w:hRule="exact" w:val="624"/>
          <w:jc w:val="center"/>
        </w:trPr>
        <w:tc>
          <w:tcPr>
            <w:tcW w:w="946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4B468907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vAlign w:val="center"/>
          </w:tcPr>
          <w:p w14:paraId="6C03BF16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19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90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1997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</w:tcPr>
          <w:p w14:paraId="66C69E42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海南师范大学教育系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</w:tcPr>
          <w:p w14:paraId="6CB24023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教育学原理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/</w:t>
            </w:r>
            <w:r>
              <w:rPr>
                <w:rFonts w:hint="eastAsia"/>
                <w:color w:val="000000" w:themeColor="text1"/>
                <w:szCs w:val="21"/>
              </w:rPr>
              <w:t>教师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</w:tcPr>
          <w:p w14:paraId="0D5369B7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助教</w:t>
            </w:r>
          </w:p>
        </w:tc>
      </w:tr>
      <w:tr w:rsidR="006F0BE2" w14:paraId="541FF272" w14:textId="77777777">
        <w:trPr>
          <w:trHeight w:hRule="exact" w:val="624"/>
          <w:jc w:val="center"/>
        </w:trPr>
        <w:tc>
          <w:tcPr>
            <w:tcW w:w="946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5194A354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vAlign w:val="center"/>
          </w:tcPr>
          <w:p w14:paraId="4E4AA4CE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19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97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9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200512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</w:tcPr>
          <w:p w14:paraId="20A16421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海南师范大学教育科学部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</w:tcPr>
          <w:p w14:paraId="6A8B120A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教育学原理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/</w:t>
            </w:r>
            <w:r>
              <w:rPr>
                <w:rFonts w:hint="eastAsia"/>
                <w:color w:val="000000" w:themeColor="text1"/>
                <w:szCs w:val="21"/>
              </w:rPr>
              <w:t>教师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</w:tcPr>
          <w:p w14:paraId="743FF17B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讲师</w:t>
            </w:r>
          </w:p>
        </w:tc>
      </w:tr>
      <w:tr w:rsidR="006F0BE2" w14:paraId="54B9C0DC" w14:textId="77777777">
        <w:trPr>
          <w:trHeight w:hRule="exact" w:val="599"/>
          <w:jc w:val="center"/>
        </w:trPr>
        <w:tc>
          <w:tcPr>
            <w:tcW w:w="946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68A4D581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vAlign w:val="center"/>
          </w:tcPr>
          <w:p w14:paraId="169FAAC1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2006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至今</w:t>
            </w:r>
            <w:r>
              <w:rPr>
                <w:rFonts w:hint="eastAsia"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</w:tcPr>
          <w:p w14:paraId="06666F61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海南师范大学教育学院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</w:tcPr>
          <w:p w14:paraId="22CB97BC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教育学原理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/</w:t>
            </w:r>
            <w:r>
              <w:rPr>
                <w:rFonts w:hint="eastAsia"/>
                <w:color w:val="000000" w:themeColor="text1"/>
                <w:szCs w:val="21"/>
              </w:rPr>
              <w:t>教师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</w:tcPr>
          <w:p w14:paraId="7788C350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副教授</w:t>
            </w:r>
          </w:p>
        </w:tc>
      </w:tr>
      <w:tr w:rsidR="006F0BE2" w14:paraId="663DD162" w14:textId="77777777">
        <w:trPr>
          <w:trHeight w:val="1000"/>
          <w:jc w:val="center"/>
        </w:trPr>
        <w:tc>
          <w:tcPr>
            <w:tcW w:w="946" w:type="dxa"/>
            <w:vMerge w:val="restart"/>
            <w:tcBorders>
              <w:tl2br w:val="nil"/>
              <w:tr2bl w:val="nil"/>
            </w:tcBorders>
            <w:vAlign w:val="center"/>
          </w:tcPr>
          <w:p w14:paraId="752887DE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  <w:r>
              <w:rPr>
                <w:rFonts w:ascii="宋体" w:hAnsi="宋体"/>
                <w:spacing w:val="40"/>
                <w:szCs w:val="21"/>
              </w:rPr>
              <w:t>学科建设</w:t>
            </w:r>
            <w:r>
              <w:rPr>
                <w:rFonts w:ascii="宋体" w:hAnsi="宋体" w:hint="eastAsia"/>
                <w:spacing w:val="40"/>
                <w:szCs w:val="21"/>
              </w:rPr>
              <w:t>（如果有就填写）</w:t>
            </w:r>
          </w:p>
        </w:tc>
        <w:tc>
          <w:tcPr>
            <w:tcW w:w="8293" w:type="dxa"/>
            <w:gridSpan w:val="11"/>
            <w:tcBorders>
              <w:tl2br w:val="nil"/>
              <w:tr2bl w:val="nil"/>
            </w:tcBorders>
            <w:vAlign w:val="center"/>
          </w:tcPr>
          <w:p w14:paraId="2EF14896" w14:textId="77777777" w:rsidR="006F0BE2" w:rsidRDefault="008B4017">
            <w:pPr>
              <w:spacing w:line="460" w:lineRule="exac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所在</w:t>
            </w:r>
            <w:r>
              <w:rPr>
                <w:rFonts w:ascii="宋体" w:hAnsi="宋体" w:hint="eastAsia"/>
                <w:szCs w:val="21"/>
              </w:rPr>
              <w:t>学科</w:t>
            </w:r>
            <w:r>
              <w:rPr>
                <w:rFonts w:ascii="宋体" w:hAnsi="宋体"/>
                <w:szCs w:val="21"/>
              </w:rPr>
              <w:t>团队：</w:t>
            </w:r>
            <w:r>
              <w:rPr>
                <w:rFonts w:ascii="宋体" w:hAnsi="宋体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  <w:u w:val="single"/>
              </w:rPr>
              <w:t>教育学原理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团队带头人：</w:t>
            </w:r>
            <w:r>
              <w:rPr>
                <w:rFonts w:ascii="宋体" w:hAnsi="宋体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Cs w:val="21"/>
                <w:u w:val="single"/>
              </w:rPr>
              <w:t>易连云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szCs w:val="21"/>
                <w:u w:val="single"/>
              </w:rPr>
              <w:t xml:space="preserve">       </w:t>
            </w:r>
          </w:p>
          <w:p w14:paraId="797A5C8F" w14:textId="77777777" w:rsidR="006F0BE2" w:rsidRDefault="008B4017">
            <w:pPr>
              <w:spacing w:line="460" w:lineRule="exac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团队成员：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>李伟言、彭正文、莫丽娟、赖秀龙等</w:t>
            </w:r>
            <w:r>
              <w:rPr>
                <w:rFonts w:ascii="宋体" w:hAnsi="宋体"/>
                <w:szCs w:val="21"/>
                <w:u w:val="single"/>
              </w:rPr>
              <w:t xml:space="preserve">                  </w:t>
            </w:r>
          </w:p>
        </w:tc>
      </w:tr>
      <w:tr w:rsidR="006F0BE2" w14:paraId="7B150B82" w14:textId="77777777">
        <w:trPr>
          <w:trHeight w:val="721"/>
          <w:jc w:val="center"/>
        </w:trPr>
        <w:tc>
          <w:tcPr>
            <w:tcW w:w="946" w:type="dxa"/>
            <w:vMerge/>
            <w:tcBorders>
              <w:tl2br w:val="nil"/>
              <w:tr2bl w:val="nil"/>
            </w:tcBorders>
            <w:vAlign w:val="center"/>
          </w:tcPr>
          <w:p w14:paraId="6C968B1E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93" w:type="dxa"/>
            <w:gridSpan w:val="11"/>
            <w:tcBorders>
              <w:tl2br w:val="nil"/>
              <w:tr2bl w:val="nil"/>
            </w:tcBorders>
            <w:vAlign w:val="center"/>
          </w:tcPr>
          <w:p w14:paraId="6663FB07" w14:textId="77777777" w:rsidR="006F0BE2" w:rsidRDefault="008B4017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本人完成主要的学科建设任务：</w:t>
            </w:r>
          </w:p>
          <w:p w14:paraId="24A22292" w14:textId="77777777" w:rsidR="006F0BE2" w:rsidRDefault="008B4017">
            <w:pPr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教育学原理、教育法学和教育管理等学科的课程教学和研究。</w:t>
            </w:r>
          </w:p>
        </w:tc>
      </w:tr>
      <w:tr w:rsidR="006F0BE2" w14:paraId="6789368E" w14:textId="77777777">
        <w:trPr>
          <w:cantSplit/>
          <w:trHeight w:val="2195"/>
          <w:jc w:val="center"/>
        </w:trPr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14:paraId="71677D93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人才称号或</w:t>
            </w:r>
            <w:r>
              <w:rPr>
                <w:rFonts w:ascii="宋体" w:hAnsi="宋体"/>
                <w:szCs w:val="21"/>
              </w:rPr>
              <w:t>学</w:t>
            </w:r>
            <w:r>
              <w:rPr>
                <w:rFonts w:ascii="宋体" w:hAnsi="宋体" w:hint="eastAsia"/>
                <w:szCs w:val="21"/>
              </w:rPr>
              <w:t>术</w:t>
            </w:r>
            <w:r>
              <w:rPr>
                <w:rFonts w:ascii="宋体" w:hAnsi="宋体"/>
                <w:szCs w:val="21"/>
              </w:rPr>
              <w:t>社会兼职</w:t>
            </w:r>
            <w:r>
              <w:rPr>
                <w:rFonts w:ascii="宋体" w:hAnsi="宋体" w:hint="eastAsia"/>
                <w:spacing w:val="40"/>
                <w:szCs w:val="21"/>
              </w:rPr>
              <w:t>（如果有就填写）</w:t>
            </w:r>
          </w:p>
        </w:tc>
        <w:tc>
          <w:tcPr>
            <w:tcW w:w="8293" w:type="dxa"/>
            <w:gridSpan w:val="11"/>
            <w:tcBorders>
              <w:tl2br w:val="nil"/>
              <w:tr2bl w:val="nil"/>
            </w:tcBorders>
            <w:vAlign w:val="center"/>
          </w:tcPr>
          <w:p w14:paraId="2A495A47" w14:textId="77777777" w:rsidR="006F0BE2" w:rsidRDefault="008B4017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海南省拔尖人才</w:t>
            </w:r>
          </w:p>
          <w:p w14:paraId="5B192298" w14:textId="77777777" w:rsidR="006F0BE2" w:rsidRDefault="008B4017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海南省教育科学规划课题专家成员</w:t>
            </w:r>
          </w:p>
          <w:p w14:paraId="6E510206" w14:textId="77777777" w:rsidR="006F0BE2" w:rsidRDefault="008B4017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中国教育学会成员</w:t>
            </w:r>
          </w:p>
          <w:p w14:paraId="34C79418" w14:textId="77777777" w:rsidR="006F0BE2" w:rsidRDefault="006F0BE2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</w:tbl>
    <w:p w14:paraId="15FEDDA0" w14:textId="77777777" w:rsidR="006F0BE2" w:rsidRDefault="006F0BE2"/>
    <w:tbl>
      <w:tblPr>
        <w:tblW w:w="92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663"/>
        <w:gridCol w:w="2795"/>
        <w:gridCol w:w="7"/>
        <w:gridCol w:w="852"/>
        <w:gridCol w:w="2370"/>
        <w:gridCol w:w="1130"/>
        <w:gridCol w:w="874"/>
      </w:tblGrid>
      <w:tr w:rsidR="006F0BE2" w14:paraId="5DAD6271" w14:textId="77777777">
        <w:trPr>
          <w:trHeight w:hRule="exact" w:val="1611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 w14:paraId="6D88F626" w14:textId="77777777" w:rsidR="006F0BE2" w:rsidRDefault="008B4017">
            <w:pPr>
              <w:numPr>
                <w:ilvl w:val="0"/>
                <w:numId w:val="1"/>
              </w:num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近五年在申报学科主持科研项目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和取得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科研成果情况</w:t>
            </w:r>
            <w:r>
              <w:rPr>
                <w:rFonts w:ascii="黑体" w:eastAsia="黑体" w:hAnsi="宋体" w:hint="eastAsia"/>
                <w:sz w:val="24"/>
                <w:szCs w:val="24"/>
              </w:rPr>
              <w:t xml:space="preserve"> </w:t>
            </w:r>
          </w:p>
          <w:p w14:paraId="3A580465" w14:textId="77777777" w:rsidR="006F0BE2" w:rsidRDefault="008B4017">
            <w:pPr>
              <w:rPr>
                <w:rFonts w:ascii="宋体" w:eastAsia="楷体_GB2312" w:hAnsi="宋体"/>
                <w:szCs w:val="21"/>
              </w:rPr>
            </w:pPr>
            <w:r>
              <w:rPr>
                <w:rFonts w:ascii="楷体_GB2312" w:eastAsia="楷体_GB2312" w:hint="eastAsia"/>
                <w:sz w:val="22"/>
                <w:szCs w:val="21"/>
              </w:rPr>
              <w:t>注：</w:t>
            </w:r>
            <w:r>
              <w:rPr>
                <w:rFonts w:ascii="楷体_GB2312" w:eastAsia="楷体_GB2312" w:hint="eastAsia"/>
                <w:sz w:val="22"/>
                <w:szCs w:val="21"/>
              </w:rPr>
              <w:t>申请学术博导填写</w:t>
            </w:r>
            <w:r>
              <w:rPr>
                <w:rFonts w:ascii="楷体_GB2312" w:eastAsia="楷体_GB2312" w:hint="eastAsia"/>
                <w:b/>
                <w:bCs/>
                <w:sz w:val="22"/>
                <w:szCs w:val="21"/>
              </w:rPr>
              <w:t>主持</w:t>
            </w:r>
            <w:r>
              <w:rPr>
                <w:rFonts w:ascii="楷体_GB2312" w:eastAsia="楷体_GB2312" w:hint="eastAsia"/>
                <w:sz w:val="22"/>
                <w:szCs w:val="21"/>
              </w:rPr>
              <w:t>的</w:t>
            </w:r>
            <w:r>
              <w:rPr>
                <w:rFonts w:ascii="楷体_GB2312" w:eastAsia="楷体_GB2312" w:hint="eastAsia"/>
                <w:sz w:val="22"/>
                <w:szCs w:val="21"/>
              </w:rPr>
              <w:t>不低于学校认定的</w:t>
            </w:r>
            <w:r>
              <w:rPr>
                <w:rFonts w:ascii="楷体_GB2312" w:eastAsia="楷体_GB2312" w:hint="eastAsia"/>
                <w:sz w:val="22"/>
                <w:szCs w:val="21"/>
              </w:rPr>
              <w:t>A3</w:t>
            </w:r>
            <w:r>
              <w:rPr>
                <w:rFonts w:ascii="楷体_GB2312" w:eastAsia="楷体_GB2312" w:hint="eastAsia"/>
                <w:sz w:val="22"/>
                <w:szCs w:val="21"/>
              </w:rPr>
              <w:t>级科研项目</w:t>
            </w:r>
            <w:r>
              <w:rPr>
                <w:rFonts w:ascii="楷体_GB2312" w:eastAsia="楷体_GB2312" w:hint="eastAsia"/>
                <w:sz w:val="22"/>
                <w:szCs w:val="21"/>
              </w:rPr>
              <w:t>；</w:t>
            </w:r>
            <w:r>
              <w:rPr>
                <w:rFonts w:ascii="楷体_GB2312" w:eastAsia="楷体_GB2312" w:hint="eastAsia"/>
                <w:sz w:val="22"/>
                <w:szCs w:val="21"/>
              </w:rPr>
              <w:t>代表性学术成果限</w:t>
            </w:r>
            <w:r>
              <w:rPr>
                <w:rFonts w:ascii="楷体_GB2312" w:eastAsia="楷体_GB2312" w:hint="eastAsia"/>
                <w:b/>
                <w:bCs/>
                <w:sz w:val="22"/>
                <w:szCs w:val="21"/>
              </w:rPr>
              <w:t>第一完成人（或通讯作者）</w:t>
            </w:r>
            <w:r>
              <w:rPr>
                <w:rFonts w:ascii="楷体_GB2312" w:eastAsia="楷体_GB2312" w:hint="eastAsia"/>
                <w:sz w:val="22"/>
                <w:szCs w:val="21"/>
              </w:rPr>
              <w:t>取得的</w:t>
            </w:r>
            <w:r>
              <w:rPr>
                <w:rFonts w:ascii="楷体_GB2312" w:eastAsia="楷体_GB2312" w:hint="eastAsia"/>
                <w:sz w:val="22"/>
                <w:szCs w:val="21"/>
              </w:rPr>
              <w:t>D</w:t>
            </w:r>
            <w:r>
              <w:rPr>
                <w:rFonts w:ascii="楷体_GB2312" w:eastAsia="楷体_GB2312" w:hint="eastAsia"/>
                <w:sz w:val="22"/>
                <w:szCs w:val="21"/>
              </w:rPr>
              <w:t>级及以上学术论文、</w:t>
            </w:r>
            <w:r>
              <w:rPr>
                <w:rFonts w:ascii="楷体_GB2312" w:eastAsia="楷体_GB2312" w:hint="eastAsia"/>
                <w:sz w:val="22"/>
                <w:szCs w:val="21"/>
              </w:rPr>
              <w:t>A</w:t>
            </w:r>
            <w:r>
              <w:rPr>
                <w:rFonts w:ascii="楷体_GB2312" w:eastAsia="楷体_GB2312" w:hint="eastAsia"/>
                <w:sz w:val="22"/>
                <w:szCs w:val="21"/>
              </w:rPr>
              <w:t>级学术著作</w:t>
            </w:r>
            <w:r>
              <w:rPr>
                <w:rFonts w:ascii="楷体_GB2312" w:eastAsia="楷体_GB2312" w:hint="eastAsia"/>
                <w:sz w:val="22"/>
                <w:szCs w:val="21"/>
              </w:rPr>
              <w:t>，</w:t>
            </w:r>
            <w:r>
              <w:rPr>
                <w:rFonts w:ascii="楷体_GB2312" w:eastAsia="楷体_GB2312" w:hint="eastAsia"/>
                <w:sz w:val="22"/>
                <w:szCs w:val="21"/>
              </w:rPr>
              <w:t>代表性学术成果用于同行评议。</w:t>
            </w:r>
            <w:r>
              <w:rPr>
                <w:rFonts w:ascii="楷体_GB2312" w:eastAsia="楷体_GB2312" w:hint="eastAsia"/>
                <w:sz w:val="22"/>
                <w:szCs w:val="21"/>
              </w:rPr>
              <w:t>申请学术硕导填写</w:t>
            </w:r>
            <w:r>
              <w:rPr>
                <w:rFonts w:ascii="楷体_GB2312" w:eastAsia="楷体_GB2312" w:hint="eastAsia"/>
                <w:b/>
                <w:bCs/>
                <w:sz w:val="22"/>
                <w:szCs w:val="21"/>
              </w:rPr>
              <w:t>主持</w:t>
            </w:r>
            <w:r>
              <w:rPr>
                <w:rFonts w:ascii="楷体_GB2312" w:eastAsia="楷体_GB2312" w:hint="eastAsia"/>
                <w:sz w:val="22"/>
                <w:szCs w:val="21"/>
              </w:rPr>
              <w:t>的</w:t>
            </w:r>
            <w:r>
              <w:rPr>
                <w:rFonts w:ascii="楷体_GB2312" w:eastAsia="楷体_GB2312" w:hint="eastAsia"/>
                <w:sz w:val="22"/>
                <w:szCs w:val="21"/>
              </w:rPr>
              <w:t>不低于学校认定的</w:t>
            </w:r>
            <w:r>
              <w:rPr>
                <w:rFonts w:ascii="楷体_GB2312" w:eastAsia="楷体_GB2312" w:hint="eastAsia"/>
                <w:sz w:val="22"/>
                <w:szCs w:val="21"/>
              </w:rPr>
              <w:t>C3</w:t>
            </w:r>
            <w:r>
              <w:rPr>
                <w:rFonts w:ascii="楷体_GB2312" w:eastAsia="楷体_GB2312" w:hint="eastAsia"/>
                <w:sz w:val="22"/>
                <w:szCs w:val="21"/>
              </w:rPr>
              <w:t>级科研项目</w:t>
            </w:r>
            <w:r>
              <w:rPr>
                <w:rFonts w:ascii="楷体_GB2312" w:eastAsia="楷体_GB2312" w:hint="eastAsia"/>
                <w:sz w:val="22"/>
                <w:szCs w:val="21"/>
              </w:rPr>
              <w:t>；</w:t>
            </w:r>
            <w:r>
              <w:rPr>
                <w:rFonts w:ascii="楷体_GB2312" w:eastAsia="楷体_GB2312" w:hint="eastAsia"/>
                <w:sz w:val="22"/>
                <w:szCs w:val="21"/>
              </w:rPr>
              <w:t>代表性学术成果限</w:t>
            </w:r>
            <w:r>
              <w:rPr>
                <w:rFonts w:ascii="楷体_GB2312" w:eastAsia="楷体_GB2312" w:hint="eastAsia"/>
                <w:b/>
                <w:bCs/>
                <w:sz w:val="22"/>
                <w:szCs w:val="21"/>
              </w:rPr>
              <w:t>第一完成人（或通讯作者）</w:t>
            </w:r>
            <w:r>
              <w:rPr>
                <w:rFonts w:ascii="楷体_GB2312" w:eastAsia="楷体_GB2312" w:hint="eastAsia"/>
                <w:sz w:val="22"/>
                <w:szCs w:val="21"/>
              </w:rPr>
              <w:t>取得的</w:t>
            </w:r>
            <w:r>
              <w:rPr>
                <w:rFonts w:ascii="楷体_GB2312" w:eastAsia="楷体_GB2312" w:hint="eastAsia"/>
                <w:sz w:val="22"/>
                <w:szCs w:val="21"/>
              </w:rPr>
              <w:t>E</w:t>
            </w:r>
            <w:r>
              <w:rPr>
                <w:rFonts w:ascii="楷体_GB2312" w:eastAsia="楷体_GB2312" w:hint="eastAsia"/>
                <w:sz w:val="22"/>
                <w:szCs w:val="21"/>
              </w:rPr>
              <w:t>级及以上学术论文、</w:t>
            </w:r>
            <w:r>
              <w:rPr>
                <w:rFonts w:ascii="楷体_GB2312" w:eastAsia="楷体_GB2312" w:hint="eastAsia"/>
                <w:sz w:val="22"/>
                <w:szCs w:val="21"/>
              </w:rPr>
              <w:t>B</w:t>
            </w:r>
            <w:r>
              <w:rPr>
                <w:rFonts w:ascii="楷体_GB2312" w:eastAsia="楷体_GB2312" w:hint="eastAsia"/>
                <w:sz w:val="22"/>
                <w:szCs w:val="21"/>
              </w:rPr>
              <w:t>级</w:t>
            </w:r>
            <w:r>
              <w:rPr>
                <w:rFonts w:ascii="楷体_GB2312" w:eastAsia="楷体_GB2312" w:hint="eastAsia"/>
                <w:sz w:val="22"/>
                <w:szCs w:val="21"/>
              </w:rPr>
              <w:t>及以上</w:t>
            </w:r>
            <w:r>
              <w:rPr>
                <w:rFonts w:ascii="楷体_GB2312" w:eastAsia="楷体_GB2312" w:hint="eastAsia"/>
                <w:sz w:val="22"/>
                <w:szCs w:val="21"/>
              </w:rPr>
              <w:t>学术著作</w:t>
            </w:r>
            <w:r>
              <w:rPr>
                <w:rFonts w:ascii="楷体_GB2312" w:eastAsia="楷体_GB2312" w:hint="eastAsia"/>
                <w:sz w:val="22"/>
                <w:szCs w:val="21"/>
              </w:rPr>
              <w:t>，</w:t>
            </w:r>
            <w:r>
              <w:rPr>
                <w:rFonts w:ascii="楷体_GB2312" w:eastAsia="楷体_GB2312" w:hint="eastAsia"/>
                <w:sz w:val="22"/>
                <w:szCs w:val="21"/>
              </w:rPr>
              <w:t>其中</w:t>
            </w:r>
            <w:r>
              <w:rPr>
                <w:rFonts w:ascii="楷体_GB2312" w:eastAsia="楷体_GB2312" w:hint="eastAsia"/>
                <w:sz w:val="22"/>
                <w:szCs w:val="21"/>
              </w:rPr>
              <w:t>前</w:t>
            </w:r>
            <w:r>
              <w:rPr>
                <w:rFonts w:ascii="楷体_GB2312" w:eastAsia="楷体_GB2312" w:hint="eastAsia"/>
                <w:sz w:val="22"/>
                <w:szCs w:val="21"/>
              </w:rPr>
              <w:t>2</w:t>
            </w:r>
            <w:r>
              <w:rPr>
                <w:rFonts w:ascii="楷体_GB2312" w:eastAsia="楷体_GB2312" w:hint="eastAsia"/>
                <w:sz w:val="22"/>
                <w:szCs w:val="21"/>
              </w:rPr>
              <w:t>项用于同行评议</w:t>
            </w:r>
            <w:r>
              <w:rPr>
                <w:rFonts w:ascii="楷体_GB2312" w:eastAsia="楷体_GB2312" w:hint="eastAsia"/>
                <w:sz w:val="22"/>
                <w:szCs w:val="21"/>
              </w:rPr>
              <w:t>。</w:t>
            </w:r>
          </w:p>
        </w:tc>
      </w:tr>
      <w:tr w:rsidR="006F0BE2" w14:paraId="622087F6" w14:textId="77777777">
        <w:trPr>
          <w:trHeight w:hRule="exact" w:val="870"/>
          <w:jc w:val="center"/>
        </w:trPr>
        <w:tc>
          <w:tcPr>
            <w:tcW w:w="542" w:type="dxa"/>
            <w:vMerge w:val="restart"/>
            <w:tcBorders>
              <w:tl2br w:val="nil"/>
              <w:tr2bl w:val="nil"/>
            </w:tcBorders>
            <w:vAlign w:val="center"/>
          </w:tcPr>
          <w:p w14:paraId="5FA67B64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代表性科研项目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10D88C37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5E87C822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主持</w:t>
            </w:r>
            <w:r>
              <w:rPr>
                <w:rFonts w:ascii="宋体" w:hAnsi="宋体"/>
                <w:szCs w:val="21"/>
              </w:rPr>
              <w:t>项目名称</w:t>
            </w:r>
            <w:r>
              <w:rPr>
                <w:rFonts w:ascii="宋体" w:hAnsi="宋体" w:hint="eastAsia"/>
                <w:szCs w:val="21"/>
              </w:rPr>
              <w:t>（限填</w:t>
            </w: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项）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1A15BC5C" w14:textId="77777777" w:rsidR="006F0BE2" w:rsidRDefault="008B4017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 w14:paraId="4EE7E080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项目来源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309C687D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执行时间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7B616304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立项经费（万）</w:t>
            </w:r>
          </w:p>
        </w:tc>
      </w:tr>
      <w:tr w:rsidR="006F0BE2" w14:paraId="056582C2" w14:textId="77777777">
        <w:trPr>
          <w:trHeight w:hRule="exact" w:val="662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150CDDC8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29A50D56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3BFD6140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</w:rPr>
              <w:t>义务教育阶段民办学校的规范与发展研究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0288B942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B1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 w14:paraId="5237C6C2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教育部规划课题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0D0D9A5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2016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03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-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201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907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273A5F44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0.3</w:t>
            </w:r>
          </w:p>
        </w:tc>
      </w:tr>
      <w:tr w:rsidR="006F0BE2" w14:paraId="2154F52A" w14:textId="77777777">
        <w:trPr>
          <w:trHeight w:hRule="exact" w:val="655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2255F1CB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5629BDC1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1A617A1F" w14:textId="77777777" w:rsidR="006F0BE2" w:rsidRDefault="008B4017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义务教育阶段择校问题研究</w:t>
            </w:r>
          </w:p>
          <w:p w14:paraId="2896A50B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36467029" w14:textId="77777777" w:rsidR="006F0BE2" w:rsidRDefault="008B4017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C3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 w14:paraId="4749B494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海南省哲学社会科学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71A169E1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2014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04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-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201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8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5867CDF4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</w:tr>
      <w:tr w:rsidR="006F0BE2" w14:paraId="74C47510" w14:textId="77777777">
        <w:trPr>
          <w:trHeight w:hRule="exact" w:val="605"/>
          <w:jc w:val="center"/>
        </w:trPr>
        <w:tc>
          <w:tcPr>
            <w:tcW w:w="542" w:type="dxa"/>
            <w:vMerge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534E18D5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761B95A4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1B48B4DC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Tahoma"/>
                <w:color w:val="000000" w:themeColor="text1"/>
                <w:kern w:val="0"/>
                <w:szCs w:val="21"/>
              </w:rPr>
              <w:t>海口市学前教育成本与收费的调查研究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4F4F0E33" w14:textId="77777777" w:rsidR="006F0BE2" w:rsidRDefault="008B4017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C3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 w14:paraId="26E08FCC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海南省教育科学规划课题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0FF953B6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2011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12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-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201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4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6B0D3559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0.3</w:t>
            </w:r>
          </w:p>
        </w:tc>
      </w:tr>
      <w:tr w:rsidR="006F0BE2" w14:paraId="0B31D29B" w14:textId="77777777">
        <w:trPr>
          <w:trHeight w:hRule="exact" w:val="1223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tl2br w:val="nil"/>
              <w:tr2bl w:val="nil"/>
            </w:tcBorders>
            <w:textDirection w:val="tbLrV"/>
            <w:vAlign w:val="center"/>
          </w:tcPr>
          <w:p w14:paraId="2FCBF002" w14:textId="77777777" w:rsidR="006F0BE2" w:rsidRDefault="008B4017">
            <w:pPr>
              <w:spacing w:line="24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代表性</w:t>
            </w:r>
            <w:r>
              <w:rPr>
                <w:rFonts w:ascii="宋体" w:hAnsi="宋体" w:hint="eastAsia"/>
                <w:szCs w:val="21"/>
              </w:rPr>
              <w:br w:type="page"/>
            </w:r>
            <w:r>
              <w:rPr>
                <w:rFonts w:ascii="宋体" w:hAnsi="宋体" w:hint="eastAsia"/>
                <w:szCs w:val="21"/>
              </w:rPr>
              <w:t>学术成果</w:t>
            </w:r>
          </w:p>
          <w:p w14:paraId="3DC346AE" w14:textId="77777777" w:rsidR="006F0BE2" w:rsidRDefault="008B4017">
            <w:pPr>
              <w:spacing w:line="24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（用于同行评议）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077B65C5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23FBE0E7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学术成果（限填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项）</w:t>
            </w:r>
          </w:p>
          <w:p w14:paraId="10EFC973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（论文、专著）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5A0FF7D9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31A42D14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发表刊物与出版单位及时间</w:t>
            </w:r>
            <w:r>
              <w:rPr>
                <w:rFonts w:ascii="宋体" w:hAnsi="宋体" w:hint="eastAsia"/>
                <w:szCs w:val="21"/>
              </w:rPr>
              <w:t>等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02622BAA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本人排序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独著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第一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通讯）</w:t>
            </w:r>
          </w:p>
        </w:tc>
      </w:tr>
      <w:tr w:rsidR="006F0BE2" w14:paraId="1C8CF66D" w14:textId="77777777">
        <w:trPr>
          <w:trHeight w:hRule="exact" w:val="705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1169407B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0DDB73B0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795" w:type="dxa"/>
            <w:tcBorders>
              <w:tl2br w:val="nil"/>
              <w:tr2bl w:val="nil"/>
            </w:tcBorders>
          </w:tcPr>
          <w:p w14:paraId="36F1D655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Ansi="宋体" w:cs="宋体" w:hint="eastAsia"/>
                <w:bCs/>
                <w:color w:val="000000" w:themeColor="text1"/>
              </w:rPr>
              <w:t>从禁止到规范：义务教育择校解决方略剖析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</w:tcPr>
          <w:p w14:paraId="76B83D3A" w14:textId="77777777" w:rsidR="006F0BE2" w:rsidRDefault="008B4017">
            <w:pPr>
              <w:widowControl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D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级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</w:tcPr>
          <w:p w14:paraId="1511C106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教育研究与实验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2018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年</w:t>
            </w:r>
            <w:r>
              <w:rPr>
                <w:rFonts w:ascii="宋体" w:hAnsi="宋体"/>
                <w:color w:val="000000" w:themeColor="text1"/>
                <w:szCs w:val="21"/>
              </w:rPr>
              <w:t>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月，第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期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6526CCD5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</w:t>
            </w:r>
          </w:p>
        </w:tc>
      </w:tr>
      <w:tr w:rsidR="006F0BE2" w14:paraId="3955F81C" w14:textId="77777777">
        <w:trPr>
          <w:trHeight w:hRule="exact" w:val="632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66D66E6A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4B56C8E6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795" w:type="dxa"/>
            <w:tcBorders>
              <w:tl2br w:val="nil"/>
              <w:tr2bl w:val="nil"/>
            </w:tcBorders>
          </w:tcPr>
          <w:p w14:paraId="5B660B13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</w:rPr>
              <w:t>关于义务教育阶段择校问题治理的思考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</w:tcPr>
          <w:p w14:paraId="74C3CAD7" w14:textId="77777777" w:rsidR="006F0BE2" w:rsidRDefault="008B4017">
            <w:pPr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E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级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</w:tcPr>
          <w:p w14:paraId="16498C60" w14:textId="77777777" w:rsidR="006F0BE2" w:rsidRDefault="008B40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</w:rPr>
              <w:t>教育科学研究</w:t>
            </w:r>
            <w:r>
              <w:rPr>
                <w:rFonts w:hint="eastAsia"/>
                <w:color w:val="000000" w:themeColor="text1"/>
              </w:rPr>
              <w:t>，</w:t>
            </w:r>
            <w:r>
              <w:rPr>
                <w:rFonts w:hint="eastAsia"/>
                <w:color w:val="000000" w:themeColor="text1"/>
              </w:rPr>
              <w:t>2018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>4</w:t>
            </w:r>
            <w:r>
              <w:rPr>
                <w:rFonts w:hint="eastAsia"/>
                <w:color w:val="000000" w:themeColor="text1"/>
              </w:rPr>
              <w:t>月，第</w:t>
            </w:r>
            <w:r>
              <w:rPr>
                <w:rFonts w:hint="eastAsia"/>
                <w:color w:val="000000" w:themeColor="text1"/>
              </w:rPr>
              <w:t>4</w:t>
            </w:r>
            <w:r>
              <w:rPr>
                <w:rFonts w:hint="eastAsia"/>
                <w:color w:val="000000" w:themeColor="text1"/>
              </w:rPr>
              <w:t>期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1E9AF281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</w:t>
            </w:r>
          </w:p>
        </w:tc>
      </w:tr>
      <w:tr w:rsidR="006F0BE2" w14:paraId="45493AD3" w14:textId="77777777">
        <w:trPr>
          <w:trHeight w:hRule="exact" w:val="670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321C1B52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7B50E7C3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69D80EE9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  <w:shd w:val="clear" w:color="auto" w:fill="FFFFFF"/>
              </w:rPr>
              <w:t>新时期海南话传承保护的探讨——基于海南话使用现状的调研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</w:tcPr>
          <w:p w14:paraId="20C0F037" w14:textId="77777777" w:rsidR="006F0BE2" w:rsidRDefault="008B4017">
            <w:pPr>
              <w:widowControl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D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级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24CC3337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海南大学学报（人文社会科学版）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20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20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年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月，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第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期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48D59886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</w:t>
            </w:r>
          </w:p>
        </w:tc>
      </w:tr>
      <w:tr w:rsidR="006F0BE2" w14:paraId="03207949" w14:textId="77777777">
        <w:trPr>
          <w:trHeight w:hRule="exact" w:val="778"/>
          <w:jc w:val="center"/>
        </w:trPr>
        <w:tc>
          <w:tcPr>
            <w:tcW w:w="542" w:type="dxa"/>
            <w:vMerge w:val="restart"/>
            <w:tcBorders>
              <w:tl2br w:val="nil"/>
              <w:tr2bl w:val="nil"/>
            </w:tcBorders>
            <w:vAlign w:val="center"/>
          </w:tcPr>
          <w:p w14:paraId="25628AF1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</w:t>
            </w:r>
            <w:r>
              <w:rPr>
                <w:rFonts w:ascii="宋体" w:hAnsi="宋体"/>
                <w:szCs w:val="21"/>
              </w:rPr>
              <w:t>代表性成果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507914AB" w14:textId="77777777" w:rsidR="006F0BE2" w:rsidRDefault="008B4017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802" w:type="dxa"/>
            <w:gridSpan w:val="2"/>
            <w:tcBorders>
              <w:tl2br w:val="nil"/>
              <w:tr2bl w:val="nil"/>
            </w:tcBorders>
            <w:vAlign w:val="center"/>
          </w:tcPr>
          <w:p w14:paraId="501ACB26" w14:textId="77777777" w:rsidR="006F0BE2" w:rsidRDefault="008B4017">
            <w:pPr>
              <w:spacing w:line="24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成果名称（限填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项）</w:t>
            </w:r>
          </w:p>
          <w:p w14:paraId="2EF04147" w14:textId="77777777" w:rsidR="006F0BE2" w:rsidRDefault="008B4017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（应用</w:t>
            </w:r>
            <w:r>
              <w:rPr>
                <w:rFonts w:ascii="宋体" w:hAnsi="宋体"/>
                <w:szCs w:val="21"/>
              </w:rPr>
              <w:t>成果</w:t>
            </w:r>
            <w:r>
              <w:rPr>
                <w:rFonts w:ascii="宋体" w:hAnsi="宋体" w:hint="eastAsia"/>
                <w:szCs w:val="21"/>
              </w:rPr>
              <w:t>、知识产权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获奖</w:t>
            </w:r>
            <w:r>
              <w:rPr>
                <w:rFonts w:ascii="宋体" w:hAnsi="宋体"/>
                <w:szCs w:val="21"/>
              </w:rPr>
              <w:t>等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 w14:paraId="52051DC7" w14:textId="77777777" w:rsidR="006F0BE2" w:rsidRDefault="008B4017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29544518" w14:textId="77777777" w:rsidR="006F0BE2" w:rsidRDefault="008B4017">
            <w:pPr>
              <w:spacing w:line="240" w:lineRule="exact"/>
              <w:jc w:val="center"/>
              <w:rPr>
                <w:rFonts w:ascii="楷体_GB2312"/>
                <w:bCs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授予单位、</w:t>
            </w:r>
            <w:r>
              <w:rPr>
                <w:rFonts w:ascii="宋体" w:hAnsi="宋体" w:hint="eastAsia"/>
                <w:szCs w:val="21"/>
              </w:rPr>
              <w:t>获得</w:t>
            </w:r>
            <w:r>
              <w:rPr>
                <w:rFonts w:ascii="宋体" w:hAnsi="宋体"/>
                <w:szCs w:val="21"/>
              </w:rPr>
              <w:t>时间</w:t>
            </w:r>
            <w:r>
              <w:rPr>
                <w:rFonts w:ascii="宋体" w:hAnsi="宋体" w:hint="eastAsia"/>
                <w:szCs w:val="21"/>
              </w:rPr>
              <w:t>等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20EB6F7B" w14:textId="77777777" w:rsidR="006F0BE2" w:rsidRDefault="008B4017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本人排序</w:t>
            </w:r>
          </w:p>
        </w:tc>
      </w:tr>
      <w:tr w:rsidR="006F0BE2" w14:paraId="46C847B6" w14:textId="77777777">
        <w:trPr>
          <w:trHeight w:hRule="exact" w:val="590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0FD99075" w14:textId="77777777" w:rsidR="006F0BE2" w:rsidRDefault="006F0BE2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28878F0E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802" w:type="dxa"/>
            <w:gridSpan w:val="2"/>
            <w:tcBorders>
              <w:tl2br w:val="nil"/>
              <w:tr2bl w:val="nil"/>
            </w:tcBorders>
          </w:tcPr>
          <w:p w14:paraId="7387DF8E" w14:textId="77777777" w:rsidR="006F0BE2" w:rsidRDefault="006F0BE2">
            <w:pPr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</w:tcPr>
          <w:p w14:paraId="3E9831C3" w14:textId="77777777" w:rsidR="006F0BE2" w:rsidRDefault="006F0BE2">
            <w:pPr>
              <w:widowControl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</w:tcPr>
          <w:p w14:paraId="6FB9E452" w14:textId="77777777" w:rsidR="006F0BE2" w:rsidRDefault="006F0BE2">
            <w:pPr>
              <w:widowControl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49791FDD" w14:textId="77777777" w:rsidR="006F0BE2" w:rsidRDefault="006F0BE2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6F0BE2" w14:paraId="64E5621C" w14:textId="77777777">
        <w:trPr>
          <w:trHeight w:hRule="exact" w:val="590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0C73F693" w14:textId="77777777" w:rsidR="006F0BE2" w:rsidRDefault="006F0BE2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57C716A1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802" w:type="dxa"/>
            <w:gridSpan w:val="2"/>
            <w:tcBorders>
              <w:tl2br w:val="nil"/>
              <w:tr2bl w:val="nil"/>
            </w:tcBorders>
          </w:tcPr>
          <w:p w14:paraId="0BBC054B" w14:textId="77777777" w:rsidR="006F0BE2" w:rsidRDefault="006F0BE2">
            <w:pPr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</w:tcPr>
          <w:p w14:paraId="4723C9D0" w14:textId="77777777" w:rsidR="006F0BE2" w:rsidRDefault="006F0BE2">
            <w:pPr>
              <w:widowControl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</w:tcPr>
          <w:p w14:paraId="430219E9" w14:textId="77777777" w:rsidR="006F0BE2" w:rsidRDefault="006F0BE2">
            <w:pPr>
              <w:widowControl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42A8E852" w14:textId="77777777" w:rsidR="006F0BE2" w:rsidRDefault="006F0BE2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6F0BE2" w14:paraId="49B1E761" w14:textId="77777777">
        <w:trPr>
          <w:trHeight w:hRule="exact" w:val="590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4EF1C195" w14:textId="77777777" w:rsidR="006F0BE2" w:rsidRDefault="006F0BE2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2B9C632C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802" w:type="dxa"/>
            <w:gridSpan w:val="2"/>
            <w:tcBorders>
              <w:tl2br w:val="nil"/>
              <w:tr2bl w:val="nil"/>
            </w:tcBorders>
          </w:tcPr>
          <w:p w14:paraId="299553FF" w14:textId="77777777" w:rsidR="006F0BE2" w:rsidRDefault="006F0BE2">
            <w:pPr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</w:tcPr>
          <w:p w14:paraId="60C41C46" w14:textId="77777777" w:rsidR="006F0BE2" w:rsidRDefault="006F0BE2">
            <w:pPr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</w:tcPr>
          <w:p w14:paraId="5E7DA3F0" w14:textId="77777777" w:rsidR="006F0BE2" w:rsidRDefault="006F0BE2">
            <w:pPr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1507075B" w14:textId="77777777" w:rsidR="006F0BE2" w:rsidRDefault="006F0BE2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6F0BE2" w14:paraId="2EED2D54" w14:textId="77777777">
        <w:trPr>
          <w:trHeight w:hRule="exact" w:val="660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 w14:paraId="49064C5B" w14:textId="77777777" w:rsidR="006F0BE2" w:rsidRDefault="008B40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注：上述三项</w:t>
            </w:r>
            <w:r>
              <w:rPr>
                <w:rFonts w:ascii="宋体" w:hAnsi="宋体"/>
                <w:szCs w:val="21"/>
              </w:rPr>
              <w:t>内容的</w:t>
            </w:r>
            <w:r>
              <w:rPr>
                <w:rFonts w:ascii="宋体" w:hAnsi="宋体" w:hint="eastAsia"/>
                <w:szCs w:val="21"/>
              </w:rPr>
              <w:t>“</w:t>
            </w:r>
            <w:r>
              <w:rPr>
                <w:rFonts w:ascii="宋体" w:hAnsi="宋体"/>
                <w:szCs w:val="21"/>
              </w:rPr>
              <w:t>等级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一栏</w:t>
            </w:r>
            <w:r>
              <w:rPr>
                <w:rFonts w:ascii="宋体" w:hAnsi="宋体"/>
                <w:szCs w:val="21"/>
              </w:rPr>
              <w:t>均按照</w:t>
            </w:r>
            <w:r>
              <w:rPr>
                <w:rFonts w:ascii="宋体" w:hAnsi="宋体" w:hint="eastAsia"/>
                <w:szCs w:val="21"/>
              </w:rPr>
              <w:t>《关于印发〈海南师范大学自然科学研究项目、成果及平台分类办法（试行）〉等两个管理文件的通知》（海师办〔</w:t>
            </w:r>
            <w:r>
              <w:rPr>
                <w:rFonts w:ascii="宋体" w:hAnsi="宋体" w:hint="eastAsia"/>
                <w:szCs w:val="21"/>
              </w:rPr>
              <w:t>2020</w:t>
            </w:r>
            <w:r>
              <w:rPr>
                <w:rFonts w:ascii="宋体" w:hAnsi="宋体" w:hint="eastAsia"/>
                <w:szCs w:val="21"/>
              </w:rPr>
              <w:t>〕</w:t>
            </w:r>
            <w:r>
              <w:rPr>
                <w:rFonts w:ascii="宋体" w:hAnsi="宋体" w:hint="eastAsia"/>
                <w:szCs w:val="21"/>
              </w:rPr>
              <w:t>69</w:t>
            </w:r>
            <w:r>
              <w:rPr>
                <w:rFonts w:ascii="宋体" w:hAnsi="宋体" w:hint="eastAsia"/>
                <w:szCs w:val="21"/>
              </w:rPr>
              <w:t>号）中级别</w:t>
            </w:r>
            <w:r>
              <w:rPr>
                <w:rFonts w:ascii="宋体" w:hAnsi="宋体"/>
                <w:szCs w:val="21"/>
              </w:rPr>
              <w:t>规定</w:t>
            </w:r>
            <w:r>
              <w:rPr>
                <w:rFonts w:ascii="宋体" w:hAnsi="宋体" w:hint="eastAsia"/>
                <w:szCs w:val="21"/>
              </w:rPr>
              <w:t>填写。</w:t>
            </w:r>
          </w:p>
          <w:p w14:paraId="11AC09EA" w14:textId="77777777" w:rsidR="006F0BE2" w:rsidRDefault="006F0BE2">
            <w:pPr>
              <w:rPr>
                <w:szCs w:val="21"/>
              </w:rPr>
            </w:pPr>
          </w:p>
          <w:p w14:paraId="10051B18" w14:textId="77777777" w:rsidR="006F0BE2" w:rsidRDefault="006F0BE2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6F0BE2" w14:paraId="3DF0EAAC" w14:textId="77777777">
        <w:trPr>
          <w:trHeight w:hRule="exact" w:val="590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 w14:paraId="5BF0BF8A" w14:textId="77777777" w:rsidR="006F0BE2" w:rsidRDefault="008B401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本人从事的主要研究</w:t>
            </w:r>
            <w:r>
              <w:rPr>
                <w:rFonts w:ascii="楷体_GB2312" w:eastAsia="楷体_GB2312" w:hint="eastAsia"/>
                <w:bCs/>
                <w:sz w:val="24"/>
              </w:rPr>
              <w:t>方向及其</w:t>
            </w:r>
            <w:r>
              <w:rPr>
                <w:rFonts w:ascii="楷体_GB2312" w:eastAsia="楷体_GB2312" w:hint="eastAsia"/>
                <w:bCs/>
                <w:sz w:val="24"/>
              </w:rPr>
              <w:t>特色和意义（限</w:t>
            </w:r>
            <w:r>
              <w:rPr>
                <w:rFonts w:ascii="楷体_GB2312" w:eastAsia="楷体_GB2312" w:hint="eastAsia"/>
                <w:bCs/>
                <w:sz w:val="24"/>
              </w:rPr>
              <w:t>5</w:t>
            </w:r>
            <w:r>
              <w:rPr>
                <w:rFonts w:ascii="楷体_GB2312" w:eastAsia="楷体_GB2312" w:hint="eastAsia"/>
                <w:bCs/>
                <w:sz w:val="24"/>
              </w:rPr>
              <w:t>00</w:t>
            </w:r>
            <w:r>
              <w:rPr>
                <w:rFonts w:ascii="楷体_GB2312" w:eastAsia="楷体_GB2312" w:hint="eastAsia"/>
                <w:bCs/>
                <w:sz w:val="24"/>
              </w:rPr>
              <w:t>字</w:t>
            </w:r>
            <w:r>
              <w:rPr>
                <w:rFonts w:ascii="楷体_GB2312" w:eastAsia="楷体_GB2312"/>
                <w:bCs/>
                <w:sz w:val="24"/>
              </w:rPr>
              <w:t>）</w:t>
            </w:r>
          </w:p>
        </w:tc>
      </w:tr>
      <w:tr w:rsidR="006F0BE2" w14:paraId="490C1014" w14:textId="77777777">
        <w:trPr>
          <w:trHeight w:hRule="exact" w:val="2288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 w14:paraId="5E67A4A5" w14:textId="77777777" w:rsidR="006F0BE2" w:rsidRDefault="006F0BE2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  <w:p w14:paraId="492437D1" w14:textId="77777777" w:rsidR="006F0BE2" w:rsidRDefault="008B4017">
            <w:pPr>
              <w:spacing w:line="360" w:lineRule="auto"/>
              <w:ind w:firstLineChars="200" w:firstLine="48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本人从事的</w:t>
            </w:r>
            <w:r>
              <w:rPr>
                <w:rFonts w:ascii="宋体" w:hAnsi="宋体" w:cs="宋体" w:hint="eastAsia"/>
                <w:bCs/>
                <w:sz w:val="24"/>
              </w:rPr>
              <w:t>研究方向主要包括</w:t>
            </w:r>
            <w:r>
              <w:rPr>
                <w:rFonts w:ascii="宋体" w:hAnsi="宋体" w:cs="宋体" w:hint="eastAsia"/>
                <w:b/>
                <w:sz w:val="24"/>
              </w:rPr>
              <w:t>教育学原理</w:t>
            </w:r>
            <w:r>
              <w:rPr>
                <w:rFonts w:ascii="宋体" w:hAnsi="宋体" w:cs="宋体" w:hint="eastAsia"/>
                <w:b/>
                <w:sz w:val="24"/>
              </w:rPr>
              <w:t>和教育法学</w:t>
            </w:r>
            <w:r>
              <w:rPr>
                <w:rFonts w:ascii="宋体" w:hAnsi="宋体" w:cs="宋体" w:hint="eastAsia"/>
                <w:bCs/>
                <w:sz w:val="24"/>
              </w:rPr>
              <w:t>。</w:t>
            </w:r>
          </w:p>
          <w:p w14:paraId="0D7E19A8" w14:textId="77777777" w:rsidR="006F0BE2" w:rsidRDefault="008B4017">
            <w:pPr>
              <w:spacing w:line="360" w:lineRule="auto"/>
              <w:ind w:firstLineChars="200" w:firstLine="48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/>
                <w:sz w:val="24"/>
              </w:rPr>
              <w:t>教育学原理</w:t>
            </w:r>
            <w:r>
              <w:rPr>
                <w:rFonts w:ascii="宋体" w:hAnsi="宋体" w:cs="宋体" w:hint="eastAsia"/>
                <w:bCs/>
                <w:sz w:val="24"/>
              </w:rPr>
              <w:t>方向</w:t>
            </w:r>
            <w:r>
              <w:rPr>
                <w:rFonts w:ascii="宋体" w:hAnsi="宋体" w:cs="宋体" w:hint="eastAsia"/>
                <w:bCs/>
                <w:sz w:val="24"/>
              </w:rPr>
              <w:t>的</w:t>
            </w:r>
            <w:r>
              <w:rPr>
                <w:rFonts w:ascii="宋体" w:hAnsi="宋体" w:cs="宋体" w:hint="eastAsia"/>
                <w:bCs/>
                <w:sz w:val="24"/>
              </w:rPr>
              <w:t>特色和意义</w:t>
            </w:r>
          </w:p>
          <w:p w14:paraId="39AAF582" w14:textId="77777777" w:rsidR="006F0BE2" w:rsidRDefault="008B4017">
            <w:pPr>
              <w:spacing w:line="360" w:lineRule="auto"/>
              <w:ind w:firstLineChars="200" w:firstLine="480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主要研究教育的本体功能和教育的社会功能，具体内容领域主要涉及：教育在培养人才中的作用和教育在社会发展中发挥的作用。教育在培养人才中的作用，主要研究教</w:t>
            </w:r>
          </w:p>
          <w:p w14:paraId="6E994DE5" w14:textId="77777777" w:rsidR="006F0BE2" w:rsidRDefault="006F0BE2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  <w:p w14:paraId="0A4E49F3" w14:textId="77777777" w:rsidR="006F0BE2" w:rsidRDefault="006F0BE2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  <w:p w14:paraId="78779736" w14:textId="77777777" w:rsidR="006F0BE2" w:rsidRDefault="006F0BE2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  <w:p w14:paraId="1EF0EBB4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1B8F2040" w14:textId="77777777" w:rsidR="006F0BE2" w:rsidRDefault="006F0BE2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  <w:p w14:paraId="5CD4F224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705A4670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524D1E16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7388254E" w14:textId="77777777" w:rsidR="006F0BE2" w:rsidRDefault="006F0BE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F0BE2" w14:paraId="2ABB9FE5" w14:textId="77777777">
        <w:trPr>
          <w:trHeight w:hRule="exact" w:val="5387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 w14:paraId="6ED1BB16" w14:textId="77777777" w:rsidR="006F0BE2" w:rsidRDefault="008B4017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育在学校教育、学校管理、学校发展、学校教学改革和学生学习、学生心理健康等方面的话题；教育在社会发展中发挥的作用，主要研究教育在社会政治经济文化中，对社会的政治经济文化的重要作用，尤其涉及新时期教育对社会文化的传承功能，对地方性文化传承的重要意义，例如教育对地方方言传承与保护的价值、意义与路径。</w:t>
            </w:r>
          </w:p>
          <w:p w14:paraId="7F032370" w14:textId="77777777" w:rsidR="006F0BE2" w:rsidRDefault="008B4017">
            <w:pPr>
              <w:spacing w:line="360" w:lineRule="auto"/>
              <w:ind w:firstLineChars="200" w:firstLine="48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/>
                <w:sz w:val="24"/>
              </w:rPr>
              <w:t>教育法学</w:t>
            </w:r>
            <w:r>
              <w:rPr>
                <w:rFonts w:ascii="宋体" w:hAnsi="宋体" w:cs="宋体" w:hint="eastAsia"/>
                <w:bCs/>
                <w:sz w:val="24"/>
              </w:rPr>
              <w:t>方向</w:t>
            </w:r>
            <w:r>
              <w:rPr>
                <w:rFonts w:ascii="宋体" w:hAnsi="宋体" w:cs="宋体" w:hint="eastAsia"/>
                <w:bCs/>
                <w:sz w:val="24"/>
              </w:rPr>
              <w:t>的</w:t>
            </w:r>
            <w:r>
              <w:rPr>
                <w:rFonts w:ascii="宋体" w:hAnsi="宋体" w:cs="宋体" w:hint="eastAsia"/>
                <w:bCs/>
                <w:sz w:val="24"/>
              </w:rPr>
              <w:t>特色和意义</w:t>
            </w:r>
          </w:p>
          <w:p w14:paraId="367387FC" w14:textId="77777777" w:rsidR="006F0BE2" w:rsidRDefault="008B4017">
            <w:pPr>
              <w:spacing w:line="360" w:lineRule="auto"/>
              <w:ind w:firstLineChars="200" w:firstLine="48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主要研究</w:t>
            </w:r>
            <w:r>
              <w:rPr>
                <w:rFonts w:ascii="宋体" w:hAnsi="宋体" w:cs="宋体" w:hint="eastAsia"/>
                <w:bCs/>
                <w:sz w:val="24"/>
              </w:rPr>
              <w:t>教育法、教育法律现象及其</w:t>
            </w:r>
            <w:r>
              <w:rPr>
                <w:rFonts w:ascii="宋体" w:hAnsi="宋体" w:cs="宋体" w:hint="eastAsia"/>
                <w:bCs/>
                <w:sz w:val="24"/>
              </w:rPr>
              <w:t>发生</w:t>
            </w:r>
            <w:r>
              <w:rPr>
                <w:rFonts w:ascii="宋体" w:hAnsi="宋体" w:cs="宋体" w:hint="eastAsia"/>
                <w:bCs/>
                <w:sz w:val="24"/>
              </w:rPr>
              <w:t>发展规律</w:t>
            </w:r>
            <w:r>
              <w:rPr>
                <w:rFonts w:ascii="宋体" w:hAnsi="宋体" w:cs="宋体" w:hint="eastAsia"/>
                <w:bCs/>
                <w:sz w:val="24"/>
              </w:rPr>
              <w:t>，研究教育活动中的法律现象、法律本质、法律规律以及法律运用。侧重于教育发展中教育法律、政策、法规所发挥作用的意义、功能和规律，探讨教育法律在教</w:t>
            </w:r>
            <w:r>
              <w:rPr>
                <w:rFonts w:ascii="宋体" w:hAnsi="宋体" w:cs="宋体" w:hint="eastAsia"/>
                <w:bCs/>
                <w:sz w:val="24"/>
              </w:rPr>
              <w:t>育实践中的原理。具体研究内容和研究成果主要涉及：义务教育择校问题研究、女性受教育权研究、民办教育法律地位问题研究、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中小学教师依法治教行为研究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、儿童权益保护研究等方面。</w:t>
            </w:r>
          </w:p>
          <w:p w14:paraId="0934919D" w14:textId="77777777" w:rsidR="006F0BE2" w:rsidRDefault="006F0BE2">
            <w:pPr>
              <w:spacing w:line="360" w:lineRule="auto"/>
              <w:ind w:firstLineChars="200" w:firstLine="48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14:paraId="40C2D6F4" w14:textId="77777777" w:rsidR="006F0BE2" w:rsidRDefault="006F0BE2">
            <w:pPr>
              <w:spacing w:line="360" w:lineRule="auto"/>
              <w:ind w:firstLineChars="200" w:firstLine="48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14:paraId="0DBD1AD9" w14:textId="77777777" w:rsidR="006F0BE2" w:rsidRDefault="006F0BE2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7AF1DC58" w14:textId="77777777" w:rsidR="006F0BE2" w:rsidRDefault="006F0BE2"/>
    <w:p w14:paraId="2B9F191A" w14:textId="77777777" w:rsidR="006F0BE2" w:rsidRDefault="006F0BE2"/>
    <w:tbl>
      <w:tblPr>
        <w:tblpPr w:leftFromText="180" w:rightFromText="180" w:vertAnchor="text" w:tblpXSpec="center" w:tblpY="1"/>
        <w:tblOverlap w:val="never"/>
        <w:tblW w:w="92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402"/>
        <w:gridCol w:w="1373"/>
        <w:gridCol w:w="937"/>
        <w:gridCol w:w="1838"/>
        <w:gridCol w:w="470"/>
        <w:gridCol w:w="2309"/>
      </w:tblGrid>
      <w:tr w:rsidR="006F0BE2" w14:paraId="4520F1A5" w14:textId="77777777">
        <w:trPr>
          <w:trHeight w:hRule="exact" w:val="703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  <w:vAlign w:val="center"/>
          </w:tcPr>
          <w:p w14:paraId="1192BB1D" w14:textId="77777777" w:rsidR="006F0BE2" w:rsidRDefault="008B4017">
            <w:pPr>
              <w:spacing w:line="240" w:lineRule="exact"/>
              <w:jc w:val="left"/>
              <w:rPr>
                <w:rFonts w:ascii="宋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三</w:t>
            </w:r>
            <w:r>
              <w:rPr>
                <w:rFonts w:ascii="黑体" w:eastAsia="黑体" w:hAnsi="宋体"/>
                <w:sz w:val="24"/>
                <w:szCs w:val="24"/>
              </w:rPr>
              <w:t>、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申请人人才培养情况（申请博导填写近三年指导硕士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生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情况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和协助指导博士情况、申请硕导填写近三年协助指导硕士情况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）</w:t>
            </w:r>
          </w:p>
        </w:tc>
      </w:tr>
      <w:tr w:rsidR="006F0BE2" w14:paraId="1A58BF5A" w14:textId="77777777">
        <w:trPr>
          <w:trHeight w:hRule="exact" w:val="691"/>
          <w:jc w:val="center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 w14:paraId="1BE323EE" w14:textId="77777777" w:rsidR="006F0BE2" w:rsidRDefault="008B4017">
            <w:pPr>
              <w:spacing w:line="400" w:lineRule="exact"/>
              <w:jc w:val="center"/>
              <w:rPr>
                <w:rFonts w:ascii="黑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Cs w:val="21"/>
              </w:rPr>
              <w:t>近三年指导硕士</w:t>
            </w:r>
            <w:r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73E624E5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获学位时间</w:t>
            </w: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5F225150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779" w:type="dxa"/>
            <w:gridSpan w:val="2"/>
            <w:tcBorders>
              <w:tl2br w:val="nil"/>
              <w:tr2bl w:val="nil"/>
            </w:tcBorders>
            <w:vAlign w:val="center"/>
          </w:tcPr>
          <w:p w14:paraId="42964819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获学位人数</w:t>
            </w:r>
          </w:p>
        </w:tc>
      </w:tr>
      <w:tr w:rsidR="006F0BE2" w14:paraId="0B38629B" w14:textId="77777777">
        <w:trPr>
          <w:trHeight w:hRule="exact" w:val="691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59B1921F" w14:textId="77777777" w:rsidR="006F0BE2" w:rsidRDefault="006F0BE2">
            <w:pPr>
              <w:spacing w:line="40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0C3F9278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201806</w:t>
            </w: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7DE2CBF3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教育管理</w:t>
            </w:r>
          </w:p>
        </w:tc>
        <w:tc>
          <w:tcPr>
            <w:tcW w:w="2779" w:type="dxa"/>
            <w:gridSpan w:val="2"/>
            <w:tcBorders>
              <w:tl2br w:val="nil"/>
              <w:tr2bl w:val="nil"/>
            </w:tcBorders>
            <w:vAlign w:val="center"/>
          </w:tcPr>
          <w:p w14:paraId="00B718A0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6F0BE2" w14:paraId="3E214F82" w14:textId="77777777">
        <w:trPr>
          <w:trHeight w:hRule="exact" w:val="691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0D2B9BCB" w14:textId="77777777" w:rsidR="006F0BE2" w:rsidRDefault="006F0BE2">
            <w:pPr>
              <w:spacing w:line="40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5D0484A9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201906</w:t>
            </w: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11623BA6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教育管理</w:t>
            </w:r>
          </w:p>
        </w:tc>
        <w:tc>
          <w:tcPr>
            <w:tcW w:w="2779" w:type="dxa"/>
            <w:gridSpan w:val="2"/>
            <w:tcBorders>
              <w:tl2br w:val="nil"/>
              <w:tr2bl w:val="nil"/>
            </w:tcBorders>
            <w:vAlign w:val="center"/>
          </w:tcPr>
          <w:p w14:paraId="00970ED9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6F0BE2" w14:paraId="1F6595AC" w14:textId="77777777">
        <w:trPr>
          <w:trHeight w:hRule="exact" w:val="691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1EF3FC4E" w14:textId="77777777" w:rsidR="006F0BE2" w:rsidRDefault="006F0BE2">
            <w:pPr>
              <w:spacing w:line="40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1123059E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202006</w:t>
            </w: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079B4A9B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教育管理</w:t>
            </w:r>
          </w:p>
        </w:tc>
        <w:tc>
          <w:tcPr>
            <w:tcW w:w="2779" w:type="dxa"/>
            <w:gridSpan w:val="2"/>
            <w:tcBorders>
              <w:tl2br w:val="nil"/>
              <w:tr2bl w:val="nil"/>
            </w:tcBorders>
            <w:vAlign w:val="center"/>
          </w:tcPr>
          <w:p w14:paraId="6B89C55E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6F0BE2" w14:paraId="3E070861" w14:textId="77777777">
        <w:trPr>
          <w:trHeight w:val="719"/>
          <w:jc w:val="center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 w14:paraId="172B97F7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近三年</w:t>
            </w:r>
            <w:r>
              <w:rPr>
                <w:rFonts w:ascii="宋体" w:hAnsi="宋体" w:hint="eastAsia"/>
                <w:szCs w:val="21"/>
              </w:rPr>
              <w:t>协助指导</w:t>
            </w:r>
            <w:r>
              <w:rPr>
                <w:rFonts w:ascii="宋体" w:hAnsi="宋体" w:hint="eastAsia"/>
                <w:szCs w:val="21"/>
              </w:rPr>
              <w:t>博士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硕士</w:t>
            </w:r>
            <w:r>
              <w:rPr>
                <w:rFonts w:ascii="宋体" w:hAnsi="宋体" w:hint="eastAsia"/>
                <w:szCs w:val="21"/>
              </w:rPr>
              <w:t>研究</w:t>
            </w:r>
            <w:r>
              <w:rPr>
                <w:rFonts w:ascii="宋体" w:hAnsi="宋体" w:hint="eastAsia"/>
                <w:szCs w:val="21"/>
              </w:rPr>
              <w:t>生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7E71A635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 w14:paraId="69024A65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308" w:type="dxa"/>
            <w:gridSpan w:val="2"/>
            <w:tcBorders>
              <w:tl2br w:val="nil"/>
              <w:tr2bl w:val="nil"/>
            </w:tcBorders>
            <w:vAlign w:val="center"/>
          </w:tcPr>
          <w:p w14:paraId="17ECEA5F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76E804A4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</w:t>
            </w:r>
            <w:r>
              <w:rPr>
                <w:rFonts w:ascii="宋体" w:hAnsi="宋体" w:hint="eastAsia"/>
                <w:szCs w:val="21"/>
              </w:rPr>
              <w:t>学位时间</w:t>
            </w:r>
          </w:p>
        </w:tc>
      </w:tr>
      <w:tr w:rsidR="006F0BE2" w14:paraId="7CC98EFE" w14:textId="77777777">
        <w:trPr>
          <w:trHeight w:val="719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2ED9545F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62867FE6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 w14:paraId="5CE58E05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gridSpan w:val="2"/>
            <w:tcBorders>
              <w:tl2br w:val="nil"/>
              <w:tr2bl w:val="nil"/>
            </w:tcBorders>
            <w:vAlign w:val="center"/>
          </w:tcPr>
          <w:p w14:paraId="6D862C22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4F57F7C8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F0BE2" w14:paraId="0054BB7B" w14:textId="77777777">
        <w:trPr>
          <w:trHeight w:val="719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5B7F9039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47CCAE8D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 w14:paraId="12513AE1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gridSpan w:val="2"/>
            <w:tcBorders>
              <w:tl2br w:val="nil"/>
              <w:tr2bl w:val="nil"/>
            </w:tcBorders>
            <w:vAlign w:val="center"/>
          </w:tcPr>
          <w:p w14:paraId="514C938B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01C5121E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F0BE2" w14:paraId="34A04E3C" w14:textId="77777777">
        <w:trPr>
          <w:trHeight w:val="719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4DA9021A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67C2748E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 w14:paraId="29FE68B8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gridSpan w:val="2"/>
            <w:tcBorders>
              <w:tl2br w:val="nil"/>
              <w:tr2bl w:val="nil"/>
            </w:tcBorders>
            <w:vAlign w:val="center"/>
          </w:tcPr>
          <w:p w14:paraId="20041B5C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589A5AF5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F0BE2" w14:paraId="3504FD70" w14:textId="77777777">
        <w:trPr>
          <w:trHeight w:hRule="exact" w:val="3667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  <w:vAlign w:val="center"/>
          </w:tcPr>
          <w:p w14:paraId="04E6167D" w14:textId="77777777" w:rsidR="006F0BE2" w:rsidRDefault="008B4017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lastRenderedPageBreak/>
              <w:t>四</w:t>
            </w:r>
            <w:r>
              <w:rPr>
                <w:rFonts w:ascii="黑体" w:eastAsia="黑体" w:hAnsi="宋体"/>
                <w:sz w:val="24"/>
                <w:szCs w:val="24"/>
              </w:rPr>
              <w:t>、申请人承诺</w:t>
            </w:r>
          </w:p>
          <w:p w14:paraId="09F95FDA" w14:textId="77777777" w:rsidR="006F0BE2" w:rsidRDefault="006F0BE2">
            <w:pPr>
              <w:spacing w:line="34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3EDEE8A4" w14:textId="77777777" w:rsidR="006F0BE2" w:rsidRDefault="008B4017">
            <w:pPr>
              <w:spacing w:line="34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本人郑重承诺：所填写和提交的材料客观真实，符合学术道德规范；</w:t>
            </w:r>
            <w:r>
              <w:rPr>
                <w:rFonts w:ascii="宋体" w:hAnsi="宋体" w:hint="eastAsia"/>
                <w:szCs w:val="21"/>
              </w:rPr>
              <w:t>对因提供有关信息、</w:t>
            </w:r>
            <w:r>
              <w:rPr>
                <w:rFonts w:ascii="宋体" w:hAnsi="宋体" w:hint="eastAsia"/>
                <w:szCs w:val="21"/>
              </w:rPr>
              <w:t>材料</w:t>
            </w:r>
            <w:r>
              <w:rPr>
                <w:rFonts w:ascii="宋体" w:hAnsi="宋体" w:hint="eastAsia"/>
                <w:szCs w:val="21"/>
              </w:rPr>
              <w:t>不实或违反有关规定造成的后果，责任自负。</w:t>
            </w:r>
          </w:p>
          <w:p w14:paraId="088FA922" w14:textId="77777777" w:rsidR="006F0BE2" w:rsidRDefault="006F0BE2">
            <w:pPr>
              <w:spacing w:line="340" w:lineRule="exact"/>
              <w:ind w:firstLineChars="2500" w:firstLine="5250"/>
              <w:rPr>
                <w:rFonts w:ascii="宋体" w:hAnsi="宋体"/>
                <w:szCs w:val="21"/>
              </w:rPr>
            </w:pPr>
          </w:p>
          <w:p w14:paraId="0A5830C2" w14:textId="77777777" w:rsidR="006F0BE2" w:rsidRDefault="008B4017">
            <w:pPr>
              <w:spacing w:line="340" w:lineRule="exact"/>
              <w:ind w:firstLineChars="2500" w:firstLine="52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本人签字：</w:t>
            </w:r>
          </w:p>
          <w:p w14:paraId="745326D0" w14:textId="77777777" w:rsidR="006F0BE2" w:rsidRDefault="008B401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                                2022 </w:t>
            </w:r>
            <w:r>
              <w:rPr>
                <w:rFonts w:ascii="宋体" w:hAnsi="宋体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>24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日</w:t>
            </w:r>
          </w:p>
        </w:tc>
      </w:tr>
      <w:tr w:rsidR="006F0BE2" w14:paraId="3DC25C5B" w14:textId="77777777">
        <w:trPr>
          <w:trHeight w:hRule="exact" w:val="2997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</w:tcPr>
          <w:p w14:paraId="1B7B7F8A" w14:textId="77777777" w:rsidR="006F0BE2" w:rsidRDefault="008B4017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五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、所在单位党组织对申请人政治素质和师德师风的鉴定</w:t>
            </w:r>
          </w:p>
          <w:p w14:paraId="6BD8A068" w14:textId="77777777" w:rsidR="006F0BE2" w:rsidRDefault="006F0BE2">
            <w:pPr>
              <w:spacing w:line="400" w:lineRule="exact"/>
              <w:rPr>
                <w:sz w:val="24"/>
              </w:rPr>
            </w:pPr>
          </w:p>
          <w:p w14:paraId="708E965C" w14:textId="77777777" w:rsidR="006F0BE2" w:rsidRDefault="006F0BE2">
            <w:pPr>
              <w:spacing w:line="400" w:lineRule="exact"/>
              <w:rPr>
                <w:sz w:val="24"/>
              </w:rPr>
            </w:pPr>
          </w:p>
          <w:p w14:paraId="292B4CDF" w14:textId="77777777" w:rsidR="006F0BE2" w:rsidRDefault="006F0BE2">
            <w:pPr>
              <w:spacing w:line="400" w:lineRule="exact"/>
              <w:rPr>
                <w:sz w:val="24"/>
              </w:rPr>
            </w:pPr>
          </w:p>
          <w:p w14:paraId="7D30CDD1" w14:textId="77777777" w:rsidR="006F0BE2" w:rsidRDefault="006F0BE2">
            <w:pPr>
              <w:spacing w:line="400" w:lineRule="exact"/>
              <w:rPr>
                <w:sz w:val="24"/>
              </w:rPr>
            </w:pPr>
          </w:p>
          <w:p w14:paraId="5454BDB7" w14:textId="77777777" w:rsidR="006F0BE2" w:rsidRDefault="006F0BE2">
            <w:pPr>
              <w:spacing w:line="400" w:lineRule="exact"/>
              <w:rPr>
                <w:sz w:val="24"/>
              </w:rPr>
            </w:pPr>
          </w:p>
          <w:p w14:paraId="51FEF9CF" w14:textId="77777777" w:rsidR="006F0BE2" w:rsidRDefault="008B4017">
            <w:pPr>
              <w:spacing w:line="400" w:lineRule="exact"/>
              <w:ind w:firstLineChars="700" w:firstLine="147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党委书记签字（盖章）：</w:t>
            </w:r>
            <w:r>
              <w:rPr>
                <w:rFonts w:ascii="宋体" w:hAnsi="宋体" w:hint="eastAsia"/>
                <w:szCs w:val="21"/>
              </w:rPr>
              <w:t xml:space="preserve">          </w:t>
            </w:r>
            <w:r>
              <w:rPr>
                <w:rFonts w:ascii="宋体" w:hAnsi="宋体" w:hint="eastAsia"/>
                <w:szCs w:val="21"/>
              </w:rPr>
              <w:t xml:space="preserve">         </w:t>
            </w:r>
            <w:r>
              <w:rPr>
                <w:rFonts w:ascii="宋体" w:hAnsi="宋体" w:hint="eastAsia"/>
                <w:szCs w:val="21"/>
              </w:rPr>
              <w:t>日期：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                         </w:t>
            </w:r>
          </w:p>
        </w:tc>
      </w:tr>
      <w:tr w:rsidR="006F0BE2" w14:paraId="6470E486" w14:textId="77777777">
        <w:trPr>
          <w:trHeight w:hRule="exact" w:val="3798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  <w:vAlign w:val="center"/>
          </w:tcPr>
          <w:p w14:paraId="645DE6F3" w14:textId="77777777" w:rsidR="006F0BE2" w:rsidRDefault="008B4017">
            <w:pPr>
              <w:jc w:val="left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六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、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学位点所在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单位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审核材料</w:t>
            </w:r>
          </w:p>
          <w:p w14:paraId="0171D498" w14:textId="77777777" w:rsidR="006F0BE2" w:rsidRDefault="006F0BE2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14:paraId="06F5764E" w14:textId="77777777" w:rsidR="006F0BE2" w:rsidRDefault="008B4017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经审核，该申请人的学历、学位、职称等基本情况和代表性科研项目、成果及人才培养情况</w:t>
            </w:r>
            <w:r>
              <w:rPr>
                <w:rFonts w:ascii="宋体" w:hAnsi="宋体" w:hint="eastAsia"/>
                <w:szCs w:val="21"/>
              </w:rPr>
              <w:t>等</w:t>
            </w:r>
            <w:r>
              <w:rPr>
                <w:rFonts w:ascii="宋体" w:hAnsi="宋体" w:hint="eastAsia"/>
                <w:szCs w:val="21"/>
              </w:rPr>
              <w:t>填写属实，且符合选聘办法中任职资格基本条件。</w:t>
            </w:r>
          </w:p>
          <w:p w14:paraId="11C852D3" w14:textId="77777777" w:rsidR="006F0BE2" w:rsidRDefault="006F0BE2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14:paraId="4D1E2861" w14:textId="77777777" w:rsidR="006F0BE2" w:rsidRDefault="006F0BE2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14:paraId="18FFEA85" w14:textId="77777777" w:rsidR="006F0BE2" w:rsidRDefault="008B4017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审核人签字：</w:t>
            </w:r>
            <w:r>
              <w:rPr>
                <w:rFonts w:ascii="宋体" w:hAnsi="宋体" w:hint="eastAsia"/>
                <w:szCs w:val="21"/>
              </w:rPr>
              <w:t xml:space="preserve">                </w:t>
            </w:r>
            <w:r>
              <w:rPr>
                <w:rFonts w:ascii="宋体" w:hAnsi="宋体" w:hint="eastAsia"/>
                <w:szCs w:val="21"/>
              </w:rPr>
              <w:t>学院院长签字（盖章）：</w:t>
            </w:r>
          </w:p>
          <w:p w14:paraId="2CD4A0DF" w14:textId="77777777" w:rsidR="006F0BE2" w:rsidRDefault="008B4017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期：</w:t>
            </w:r>
          </w:p>
          <w:p w14:paraId="742C5975" w14:textId="77777777" w:rsidR="006F0BE2" w:rsidRDefault="006F0B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F0BE2" w14:paraId="006F5EC0" w14:textId="77777777">
        <w:trPr>
          <w:trHeight w:hRule="exact" w:val="3301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</w:tcPr>
          <w:p w14:paraId="59FBCECE" w14:textId="77777777" w:rsidR="006F0BE2" w:rsidRDefault="006F0BE2">
            <w:pPr>
              <w:rPr>
                <w:rFonts w:ascii="黑体" w:eastAsia="黑体" w:hAnsi="宋体"/>
                <w:sz w:val="24"/>
                <w:szCs w:val="24"/>
              </w:rPr>
            </w:pPr>
          </w:p>
          <w:p w14:paraId="2C39A4C8" w14:textId="77777777" w:rsidR="006F0BE2" w:rsidRDefault="008B4017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七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、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学位点所在单位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学术分委员会审核意见：</w:t>
            </w:r>
          </w:p>
          <w:p w14:paraId="3A734E5E" w14:textId="77777777" w:rsidR="006F0BE2" w:rsidRDefault="008B4017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学院学术分委员会共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>人，出席会议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人，同意新增为博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硕士研究生指导教师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</w:p>
          <w:p w14:paraId="74925173" w14:textId="77777777" w:rsidR="006F0BE2" w:rsidRDefault="008B4017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人，不同意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人，弃权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人。</w:t>
            </w:r>
          </w:p>
          <w:p w14:paraId="2C4B98CC" w14:textId="77777777" w:rsidR="006F0BE2" w:rsidRDefault="006F0BE2">
            <w:pPr>
              <w:spacing w:line="400" w:lineRule="exact"/>
              <w:rPr>
                <w:sz w:val="24"/>
              </w:rPr>
            </w:pPr>
          </w:p>
          <w:p w14:paraId="6B3192DD" w14:textId="77777777" w:rsidR="006F0BE2" w:rsidRDefault="006F0BE2">
            <w:pPr>
              <w:spacing w:line="400" w:lineRule="exact"/>
              <w:rPr>
                <w:sz w:val="24"/>
              </w:rPr>
            </w:pPr>
          </w:p>
          <w:p w14:paraId="67DC106F" w14:textId="77777777" w:rsidR="006F0BE2" w:rsidRDefault="008B4017">
            <w:pPr>
              <w:spacing w:line="400" w:lineRule="exact"/>
              <w:ind w:firstLineChars="1100" w:firstLine="23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学院学术分委员会主席签字（盖章）：</w:t>
            </w:r>
            <w:r>
              <w:rPr>
                <w:rFonts w:ascii="宋体" w:hAnsi="宋体" w:hint="eastAsia"/>
                <w:szCs w:val="21"/>
              </w:rPr>
              <w:t xml:space="preserve">          </w:t>
            </w:r>
            <w:r>
              <w:rPr>
                <w:rFonts w:ascii="宋体" w:hAnsi="宋体" w:hint="eastAsia"/>
                <w:szCs w:val="21"/>
              </w:rPr>
              <w:t>日期：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14:paraId="4B9298DB" w14:textId="77777777" w:rsidR="006F0BE2" w:rsidRDefault="006F0BE2">
      <w:pPr>
        <w:rPr>
          <w:rFonts w:ascii="黑体" w:eastAsia="黑体" w:hAnsi="宋体"/>
          <w:sz w:val="24"/>
          <w:szCs w:val="24"/>
        </w:rPr>
      </w:pPr>
    </w:p>
    <w:sectPr w:rsidR="006F0BE2">
      <w:headerReference w:type="default" r:id="rId8"/>
      <w:footerReference w:type="default" r:id="rId9"/>
      <w:footnotePr>
        <w:numRestart w:val="eachPage"/>
      </w:footnotePr>
      <w:pgSz w:w="11906" w:h="16838"/>
      <w:pgMar w:top="1258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8CCB3" w14:textId="77777777" w:rsidR="008B4017" w:rsidRDefault="008B4017">
      <w:r>
        <w:separator/>
      </w:r>
    </w:p>
  </w:endnote>
  <w:endnote w:type="continuationSeparator" w:id="0">
    <w:p w14:paraId="04EF780C" w14:textId="77777777" w:rsidR="008B4017" w:rsidRDefault="008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5FF52" w14:textId="77777777" w:rsidR="006F0BE2" w:rsidRDefault="008B4017">
    <w:pPr>
      <w:pStyle w:val="a3"/>
      <w:jc w:val="center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  \* MERGEFORMAT 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4</w:t>
    </w:r>
    <w:r>
      <w:rPr>
        <w:rFonts w:ascii="宋体" w:hAnsi="宋体"/>
      </w:rPr>
      <w:fldChar w:fldCharType="end"/>
    </w:r>
  </w:p>
  <w:p w14:paraId="0CD09FD2" w14:textId="77777777" w:rsidR="006F0BE2" w:rsidRDefault="006F0BE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7C9A3" w14:textId="77777777" w:rsidR="008B4017" w:rsidRDefault="008B4017">
      <w:r>
        <w:separator/>
      </w:r>
    </w:p>
  </w:footnote>
  <w:footnote w:type="continuationSeparator" w:id="0">
    <w:p w14:paraId="07F9F093" w14:textId="77777777" w:rsidR="008B4017" w:rsidRDefault="008B4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A993A" w14:textId="77777777" w:rsidR="006F0BE2" w:rsidRDefault="008B4017">
    <w:pPr>
      <w:pStyle w:val="a4"/>
      <w:tabs>
        <w:tab w:val="clear" w:pos="8306"/>
      </w:tabs>
      <w:jc w:val="right"/>
    </w:pPr>
    <w:r>
      <w:rPr>
        <w:rFonts w:hint="eastAsia"/>
      </w:rPr>
      <w:t>海南师范大学博士</w:t>
    </w:r>
    <w:r>
      <w:rPr>
        <w:rFonts w:hint="eastAsia"/>
      </w:rPr>
      <w:t>/</w:t>
    </w:r>
    <w:r>
      <w:rPr>
        <w:rFonts w:hint="eastAsia"/>
      </w:rPr>
      <w:t>硕士研究生指导教师任职资格申请表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4788"/>
    <w:multiLevelType w:val="singleLevel"/>
    <w:tmpl w:val="1073478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384594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embedSystemFonts/>
  <w:proofState w:spelling="clean" w:grammar="clean"/>
  <w:attachedTemplate r:id="rId1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9864D4C"/>
    <w:rsid w:val="00011119"/>
    <w:rsid w:val="0015618B"/>
    <w:rsid w:val="001C7362"/>
    <w:rsid w:val="00390AE3"/>
    <w:rsid w:val="003F19B8"/>
    <w:rsid w:val="00652D8F"/>
    <w:rsid w:val="006E39D0"/>
    <w:rsid w:val="006F0BE2"/>
    <w:rsid w:val="008333F4"/>
    <w:rsid w:val="008B4017"/>
    <w:rsid w:val="00976F42"/>
    <w:rsid w:val="009D11BB"/>
    <w:rsid w:val="009F28EA"/>
    <w:rsid w:val="009F6FD2"/>
    <w:rsid w:val="00AC003D"/>
    <w:rsid w:val="00BF148E"/>
    <w:rsid w:val="00D43B33"/>
    <w:rsid w:val="00F86901"/>
    <w:rsid w:val="017223F6"/>
    <w:rsid w:val="01814D3C"/>
    <w:rsid w:val="019C3491"/>
    <w:rsid w:val="045B7127"/>
    <w:rsid w:val="05397D1A"/>
    <w:rsid w:val="06EB12B4"/>
    <w:rsid w:val="076D4BA7"/>
    <w:rsid w:val="089A6ABA"/>
    <w:rsid w:val="08BD0AAB"/>
    <w:rsid w:val="08E25806"/>
    <w:rsid w:val="0CB04615"/>
    <w:rsid w:val="0E7243C0"/>
    <w:rsid w:val="0F9778EF"/>
    <w:rsid w:val="10573290"/>
    <w:rsid w:val="10F81FCA"/>
    <w:rsid w:val="11694F33"/>
    <w:rsid w:val="13792A22"/>
    <w:rsid w:val="13B00534"/>
    <w:rsid w:val="15356FCA"/>
    <w:rsid w:val="153E66BC"/>
    <w:rsid w:val="15BC0979"/>
    <w:rsid w:val="169C075B"/>
    <w:rsid w:val="16A56F42"/>
    <w:rsid w:val="17347B09"/>
    <w:rsid w:val="17CD00BE"/>
    <w:rsid w:val="18567CE0"/>
    <w:rsid w:val="18BC7784"/>
    <w:rsid w:val="18F52FFF"/>
    <w:rsid w:val="19864D4C"/>
    <w:rsid w:val="19C2352F"/>
    <w:rsid w:val="19E47614"/>
    <w:rsid w:val="19E873B2"/>
    <w:rsid w:val="1A363BFF"/>
    <w:rsid w:val="1AF220BF"/>
    <w:rsid w:val="1BE224FD"/>
    <w:rsid w:val="1DDE2DCF"/>
    <w:rsid w:val="1EFA65BE"/>
    <w:rsid w:val="1FCF2EC0"/>
    <w:rsid w:val="21086AC2"/>
    <w:rsid w:val="22736BC9"/>
    <w:rsid w:val="265F17D9"/>
    <w:rsid w:val="267F164A"/>
    <w:rsid w:val="289A5AE4"/>
    <w:rsid w:val="29425E62"/>
    <w:rsid w:val="2A155853"/>
    <w:rsid w:val="2CBB1E1D"/>
    <w:rsid w:val="2D0970A9"/>
    <w:rsid w:val="2D6724FE"/>
    <w:rsid w:val="2DD00BFD"/>
    <w:rsid w:val="2E28339C"/>
    <w:rsid w:val="2E294C19"/>
    <w:rsid w:val="2E324C5C"/>
    <w:rsid w:val="2EF74FDD"/>
    <w:rsid w:val="2FBA3F22"/>
    <w:rsid w:val="30170C2A"/>
    <w:rsid w:val="3212124B"/>
    <w:rsid w:val="33391EF2"/>
    <w:rsid w:val="338B18A3"/>
    <w:rsid w:val="33A27D26"/>
    <w:rsid w:val="33B45D0C"/>
    <w:rsid w:val="34930A2D"/>
    <w:rsid w:val="35C40A65"/>
    <w:rsid w:val="35DD18BD"/>
    <w:rsid w:val="36357CB2"/>
    <w:rsid w:val="36435019"/>
    <w:rsid w:val="372418A9"/>
    <w:rsid w:val="38996B20"/>
    <w:rsid w:val="39732C58"/>
    <w:rsid w:val="3ABF0797"/>
    <w:rsid w:val="3BDC22A4"/>
    <w:rsid w:val="3D232E72"/>
    <w:rsid w:val="3D740C95"/>
    <w:rsid w:val="3EFD20C4"/>
    <w:rsid w:val="3F325153"/>
    <w:rsid w:val="40905237"/>
    <w:rsid w:val="42217728"/>
    <w:rsid w:val="42E53BAD"/>
    <w:rsid w:val="43F36760"/>
    <w:rsid w:val="444C3EDE"/>
    <w:rsid w:val="45673D0A"/>
    <w:rsid w:val="45FD7C13"/>
    <w:rsid w:val="462F50C2"/>
    <w:rsid w:val="46970368"/>
    <w:rsid w:val="46B92E25"/>
    <w:rsid w:val="4762097B"/>
    <w:rsid w:val="47AC2572"/>
    <w:rsid w:val="47CB580D"/>
    <w:rsid w:val="49316070"/>
    <w:rsid w:val="495E245C"/>
    <w:rsid w:val="4A5B0789"/>
    <w:rsid w:val="4B874BB2"/>
    <w:rsid w:val="4BA14D37"/>
    <w:rsid w:val="4BF7363C"/>
    <w:rsid w:val="4E3B7A75"/>
    <w:rsid w:val="4F6A5437"/>
    <w:rsid w:val="5016778E"/>
    <w:rsid w:val="50663E9B"/>
    <w:rsid w:val="50E43D87"/>
    <w:rsid w:val="52F70832"/>
    <w:rsid w:val="54BF53F1"/>
    <w:rsid w:val="54D219EF"/>
    <w:rsid w:val="56686758"/>
    <w:rsid w:val="589953B1"/>
    <w:rsid w:val="593E3D44"/>
    <w:rsid w:val="59DE5FCE"/>
    <w:rsid w:val="5C834BA6"/>
    <w:rsid w:val="5D622B60"/>
    <w:rsid w:val="5E1F28C3"/>
    <w:rsid w:val="5F0014D7"/>
    <w:rsid w:val="5F01547F"/>
    <w:rsid w:val="61BE3969"/>
    <w:rsid w:val="63896F4C"/>
    <w:rsid w:val="649749D3"/>
    <w:rsid w:val="6719762C"/>
    <w:rsid w:val="67C92AE2"/>
    <w:rsid w:val="68063442"/>
    <w:rsid w:val="68AF1124"/>
    <w:rsid w:val="6987507C"/>
    <w:rsid w:val="698944EA"/>
    <w:rsid w:val="6B2E42F5"/>
    <w:rsid w:val="6CA61BD5"/>
    <w:rsid w:val="6CDF4156"/>
    <w:rsid w:val="6CEB546D"/>
    <w:rsid w:val="6CED0BA5"/>
    <w:rsid w:val="6D535020"/>
    <w:rsid w:val="6EE13558"/>
    <w:rsid w:val="6F457E73"/>
    <w:rsid w:val="6F4F5B38"/>
    <w:rsid w:val="7148570A"/>
    <w:rsid w:val="71EC21E0"/>
    <w:rsid w:val="72587E33"/>
    <w:rsid w:val="74B208B5"/>
    <w:rsid w:val="75310A35"/>
    <w:rsid w:val="7554180C"/>
    <w:rsid w:val="756F472C"/>
    <w:rsid w:val="7661576D"/>
    <w:rsid w:val="766E1DE3"/>
    <w:rsid w:val="783461BD"/>
    <w:rsid w:val="78E606BB"/>
    <w:rsid w:val="7A7E0200"/>
    <w:rsid w:val="7B360956"/>
    <w:rsid w:val="7C81142B"/>
    <w:rsid w:val="7D490534"/>
    <w:rsid w:val="7DE26C7D"/>
    <w:rsid w:val="7F47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9DD75FF"/>
  <w15:docId w15:val="{0CDE9E29-CD3D-754D-965E-C08E6E6FA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footnote reference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semiHidden/>
    <w:qFormat/>
    <w:pPr>
      <w:snapToGrid w:val="0"/>
      <w:jc w:val="left"/>
    </w:pPr>
    <w:rPr>
      <w:rFonts w:ascii="Times New Roman" w:hAnsi="Times New Roman"/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footnote reference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C:\Users\Administrator\AppData\Roaming\Kingsoft\wps\addons\pool\win-i386\knewfileruby_1.0.0.12\template\wps\0.docx</Template>
  <TotalTime>6</TotalTime>
  <Pages>5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沙竹子</dc:creator>
  <cp:lastModifiedBy>Su Liang</cp:lastModifiedBy>
  <cp:revision>11</cp:revision>
  <cp:lastPrinted>2019-07-20T07:01:00Z</cp:lastPrinted>
  <dcterms:created xsi:type="dcterms:W3CDTF">2019-07-20T04:44:00Z</dcterms:created>
  <dcterms:modified xsi:type="dcterms:W3CDTF">2022-04-28T11:43:00Z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E4F2325A05DD4F0786F98843F3B50E4A</vt:lpwstr>
  </property>
</Properties>
</file>